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3BC7EE0" w14:textId="77777777" w:rsidTr="009027D5">
        <w:tc>
          <w:tcPr>
            <w:tcW w:w="1398" w:type="dxa"/>
          </w:tcPr>
          <w:p w14:paraId="367E1F8E" w14:textId="77777777" w:rsidR="00757AC7" w:rsidRPr="00E37CDF" w:rsidRDefault="00757AC7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F8D6374" w14:textId="77777777" w:rsidR="00757AC7" w:rsidRPr="00E37C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E2D1CF4" w14:textId="77777777" w:rsidR="00757AC7" w:rsidRPr="00E37CDF" w:rsidRDefault="00757AC7" w:rsidP="0002137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52AC0" w14:paraId="5AFF1E1D" w14:textId="77777777" w:rsidTr="00B867FD">
        <w:tc>
          <w:tcPr>
            <w:tcW w:w="1398" w:type="dxa"/>
          </w:tcPr>
          <w:p w14:paraId="6A92E699" w14:textId="131CC2F4" w:rsidR="00B52AC0" w:rsidRPr="00E37CDF" w:rsidRDefault="00B52AC0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07449000</w:t>
            </w:r>
          </w:p>
        </w:tc>
        <w:tc>
          <w:tcPr>
            <w:tcW w:w="2297" w:type="dxa"/>
          </w:tcPr>
          <w:p w14:paraId="20A56383" w14:textId="19017FC9" w:rsidR="00B52AC0" w:rsidRPr="00E37CDF" w:rsidRDefault="004C1479" w:rsidP="009E7B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C1479">
              <w:rPr>
                <w:rFonts w:ascii="Poppins" w:hAnsi="Poppins" w:cs="Poppins"/>
                <w:bCs/>
                <w:sz w:val="20"/>
              </w:rPr>
              <w:t>Sistema ibrido KSE con caldaie etiKa Evo ed etiKa KCSE</w:t>
            </w:r>
          </w:p>
        </w:tc>
        <w:tc>
          <w:tcPr>
            <w:tcW w:w="5803" w:type="dxa"/>
          </w:tcPr>
          <w:p w14:paraId="5DD88B91" w14:textId="51265E13" w:rsidR="007E0576" w:rsidRPr="007E0576" w:rsidRDefault="007E057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7E0576">
              <w:rPr>
                <w:rFonts w:ascii="Poppins" w:hAnsi="Poppins" w:cs="Poppins"/>
                <w:bCs/>
                <w:sz w:val="20"/>
              </w:rPr>
              <w:t>Sistema integrato di riscaldamento con caldaie etiKa Evo (modello K) o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7E0576">
              <w:rPr>
                <w:rFonts w:ascii="Poppins" w:hAnsi="Poppins" w:cs="Poppins"/>
                <w:bCs/>
                <w:sz w:val="20"/>
              </w:rPr>
              <w:t>etiKa (vendute separatamente), impianto solare termico e pompa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7E0576">
              <w:rPr>
                <w:rFonts w:ascii="Poppins" w:hAnsi="Poppins" w:cs="Poppins"/>
                <w:bCs/>
                <w:sz w:val="20"/>
              </w:rPr>
              <w:t>calore; 1 o 2 circuiti miscelati in bassa temperatura.</w:t>
            </w:r>
          </w:p>
          <w:p w14:paraId="576F11F1" w14:textId="77777777" w:rsidR="007E0576" w:rsidRPr="007E0576" w:rsidRDefault="007E057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102357" w14:textId="77777777" w:rsidR="007E0576" w:rsidRPr="007E0576" w:rsidRDefault="007E057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7E0576">
              <w:rPr>
                <w:rFonts w:ascii="Poppins" w:hAnsi="Poppins" w:cs="Poppins"/>
                <w:bCs/>
                <w:sz w:val="20"/>
              </w:rPr>
              <w:t>Il modello si compone del Kit cassone.</w:t>
            </w:r>
          </w:p>
          <w:p w14:paraId="1528A3D0" w14:textId="77777777" w:rsidR="007E0576" w:rsidRPr="007E0576" w:rsidRDefault="007E057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E74999" w14:textId="1E7D5FE4" w:rsidR="00B52AC0" w:rsidRPr="007E0576" w:rsidRDefault="007E0576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7E0576">
              <w:rPr>
                <w:rFonts w:ascii="Poppins" w:hAnsi="Poppins" w:cs="Poppins"/>
                <w:b/>
                <w:sz w:val="20"/>
              </w:rPr>
              <w:t>Marca Emmeti - Modello Sistema ibrido KSE con caldaie etiKa Evo ed etiKa KCSE o equivalente.</w:t>
            </w:r>
          </w:p>
        </w:tc>
      </w:tr>
      <w:tr w:rsidR="00B52AC0" w14:paraId="0A44A920" w14:textId="77777777" w:rsidTr="00B867FD">
        <w:tc>
          <w:tcPr>
            <w:tcW w:w="1398" w:type="dxa"/>
          </w:tcPr>
          <w:p w14:paraId="055B4127" w14:textId="02F3F653" w:rsidR="00B52AC0" w:rsidRPr="00E37CDF" w:rsidRDefault="00B52AC0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07449002</w:t>
            </w:r>
          </w:p>
        </w:tc>
        <w:tc>
          <w:tcPr>
            <w:tcW w:w="2297" w:type="dxa"/>
          </w:tcPr>
          <w:p w14:paraId="18DF37EF" w14:textId="79AEC45E" w:rsidR="00B52AC0" w:rsidRPr="00E37CDF" w:rsidRDefault="00612B4B" w:rsidP="009E7B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Sistema ibrido KSE con caldaie etiKa Evo ed etiKa KS1MTE</w:t>
            </w:r>
          </w:p>
        </w:tc>
        <w:tc>
          <w:tcPr>
            <w:tcW w:w="5803" w:type="dxa"/>
          </w:tcPr>
          <w:p w14:paraId="54AA5BBB" w14:textId="63320F3F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Sistema integrato di riscaldamento con caldaie etiKa Evo (modello K) o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12B4B">
              <w:rPr>
                <w:rFonts w:ascii="Poppins" w:hAnsi="Poppins" w:cs="Poppins"/>
                <w:bCs/>
                <w:sz w:val="20"/>
              </w:rPr>
              <w:t>etiKa (vendute separatamente), impianto solare termico e pompa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12B4B">
              <w:rPr>
                <w:rFonts w:ascii="Poppins" w:hAnsi="Poppins" w:cs="Poppins"/>
                <w:bCs/>
                <w:sz w:val="20"/>
              </w:rPr>
              <w:t>calore; 1 o 2 circuiti miscelati in bassa temperatura.</w:t>
            </w:r>
          </w:p>
          <w:p w14:paraId="268DE855" w14:textId="77777777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9FA1BC" w14:textId="6068B85D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Il modello si compone del Kit per 1 circuito miscelato con valvola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12B4B">
              <w:rPr>
                <w:rFonts w:ascii="Poppins" w:hAnsi="Poppins" w:cs="Poppins"/>
                <w:bCs/>
                <w:sz w:val="20"/>
              </w:rPr>
              <w:t>termostatica a punto fisso.</w:t>
            </w:r>
          </w:p>
          <w:p w14:paraId="730CA407" w14:textId="77777777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Il Kit è comprensivo di:</w:t>
            </w:r>
          </w:p>
          <w:p w14:paraId="46FD8E9D" w14:textId="39A75C29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Accumulo tecnico in acciaio inox</w:t>
            </w:r>
          </w:p>
          <w:p w14:paraId="0854F06F" w14:textId="648761E4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1 gruppo miscelato con circolatore a alta efficienza Wilo Para 5/6</w:t>
            </w:r>
          </w:p>
          <w:p w14:paraId="3D988C2B" w14:textId="38C34F3B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Vaso di espansione per circuito di riscaldamento da 7 litri</w:t>
            </w:r>
          </w:p>
          <w:p w14:paraId="20463027" w14:textId="37C35763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Kit deviazione miscelazione per circuito sanitario</w:t>
            </w:r>
          </w:p>
          <w:p w14:paraId="3FB21C8A" w14:textId="5BFC3958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Tubi in rame isolati</w:t>
            </w:r>
          </w:p>
          <w:p w14:paraId="2EFDA1D7" w14:textId="7630D0A3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Kit tubi per pompa di calore</w:t>
            </w:r>
          </w:p>
          <w:p w14:paraId="5336886D" w14:textId="77777777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1C96D6" w14:textId="77777777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612B4B">
              <w:rPr>
                <w:rFonts w:ascii="Poppins" w:hAnsi="Poppins" w:cs="Poppins"/>
                <w:b/>
                <w:sz w:val="20"/>
              </w:rPr>
              <w:t>Dati tecnici dell'accumulo:</w:t>
            </w:r>
          </w:p>
          <w:p w14:paraId="59D37665" w14:textId="3B6D803F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Volume accumulo: 140 litri</w:t>
            </w:r>
          </w:p>
          <w:p w14:paraId="2071D4D7" w14:textId="72DDCE8B" w:rsidR="00612B4B" w:rsidRPr="00612B4B" w:rsidRDefault="00612B4B" w:rsidP="00021373">
            <w:pPr>
              <w:pStyle w:val="Intestazione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Isolamento accumulo: in poliuretano espanso spessore 30 mm</w:t>
            </w:r>
          </w:p>
          <w:p w14:paraId="542019F7" w14:textId="2BE8F0DF" w:rsidR="00612B4B" w:rsidRPr="009216C6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16C6">
              <w:rPr>
                <w:rFonts w:ascii="Poppins" w:hAnsi="Poppins" w:cs="Poppins"/>
                <w:bCs/>
                <w:sz w:val="20"/>
              </w:rPr>
              <w:t>Dispersione S: 75 W (in conformità a UNI EN 12897 con Tacqua=65°C e</w:t>
            </w:r>
            <w:r w:rsidR="009216C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16C6">
              <w:rPr>
                <w:rFonts w:ascii="Poppins" w:hAnsi="Poppins" w:cs="Poppins"/>
                <w:bCs/>
                <w:sz w:val="20"/>
              </w:rPr>
              <w:t>Tambiente=20°C)</w:t>
            </w:r>
          </w:p>
          <w:p w14:paraId="6E90F0D8" w14:textId="1F71236A" w:rsidR="00612B4B" w:rsidRPr="00612B4B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Classe di efficienza energetica: C</w:t>
            </w:r>
          </w:p>
          <w:p w14:paraId="49747FAF" w14:textId="52685B72" w:rsidR="00612B4B" w:rsidRPr="00612B4B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Superficie serpentino superiore (sanitario): 1,8 m2</w:t>
            </w:r>
          </w:p>
          <w:p w14:paraId="15534819" w14:textId="11EC1BBF" w:rsidR="00612B4B" w:rsidRPr="00612B4B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Contenuto serpentino superiore (sanitario): 7,2</w:t>
            </w:r>
            <w:r w:rsidR="009216C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12B4B">
              <w:rPr>
                <w:rFonts w:ascii="Poppins" w:hAnsi="Poppins" w:cs="Poppins"/>
                <w:bCs/>
                <w:sz w:val="20"/>
              </w:rPr>
              <w:t>litri</w:t>
            </w:r>
          </w:p>
          <w:p w14:paraId="3701B3A9" w14:textId="09A8DFA3" w:rsidR="00612B4B" w:rsidRPr="00612B4B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Superficie serpentino inferiore (solare): 0,63 m2</w:t>
            </w:r>
          </w:p>
          <w:p w14:paraId="5756264C" w14:textId="2E9813A8" w:rsidR="00612B4B" w:rsidRPr="00612B4B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Contenuto serpentino inferiore (solare): 2,5 litri</w:t>
            </w:r>
          </w:p>
          <w:p w14:paraId="1F080B87" w14:textId="1B36EAA7" w:rsidR="00612B4B" w:rsidRPr="00612B4B" w:rsidRDefault="00612B4B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12B4B">
              <w:rPr>
                <w:rFonts w:ascii="Poppins" w:hAnsi="Poppins" w:cs="Poppins"/>
                <w:bCs/>
                <w:sz w:val="20"/>
              </w:rPr>
              <w:t>Diametro serpentino: 20 mm</w:t>
            </w:r>
          </w:p>
          <w:p w14:paraId="12AEEC53" w14:textId="77777777" w:rsidR="00612B4B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671793B" w14:textId="48722F4A" w:rsidR="00B52AC0" w:rsidRPr="00612B4B" w:rsidRDefault="00612B4B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612B4B">
              <w:rPr>
                <w:rFonts w:ascii="Poppins" w:hAnsi="Poppins" w:cs="Poppins"/>
                <w:b/>
                <w:sz w:val="20"/>
              </w:rPr>
              <w:lastRenderedPageBreak/>
              <w:t>Marca Emmeti - Modello Sistema ibrido KSE con caldaie etiKa Evo ed etiKa KS1MTE o equivalente.</w:t>
            </w:r>
          </w:p>
        </w:tc>
      </w:tr>
      <w:tr w:rsidR="00B52AC0" w14:paraId="501D769A" w14:textId="77777777" w:rsidTr="00B867FD">
        <w:tc>
          <w:tcPr>
            <w:tcW w:w="1398" w:type="dxa"/>
          </w:tcPr>
          <w:p w14:paraId="742C3F68" w14:textId="16A80C0A" w:rsidR="00B52AC0" w:rsidRPr="00E37CDF" w:rsidRDefault="00B52AC0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07449004</w:t>
            </w:r>
          </w:p>
        </w:tc>
        <w:tc>
          <w:tcPr>
            <w:tcW w:w="2297" w:type="dxa"/>
          </w:tcPr>
          <w:p w14:paraId="608978FB" w14:textId="6CAC7A84" w:rsidR="00B52AC0" w:rsidRPr="00E37CDF" w:rsidRDefault="0014745E" w:rsidP="009E7B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14745E">
              <w:rPr>
                <w:rFonts w:ascii="Poppins" w:hAnsi="Poppins" w:cs="Poppins"/>
                <w:bCs/>
                <w:sz w:val="20"/>
              </w:rPr>
              <w:t>Sistema ibrido KSE con caldaie etiKa Evo ed etiKa KS2MTE</w:t>
            </w:r>
          </w:p>
        </w:tc>
        <w:tc>
          <w:tcPr>
            <w:tcW w:w="5803" w:type="dxa"/>
          </w:tcPr>
          <w:p w14:paraId="65949CA7" w14:textId="1D739A45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Sistema integrato di riscaldamento con caldaie etiKa Evo (modello K) o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0B26">
              <w:rPr>
                <w:rFonts w:ascii="Poppins" w:hAnsi="Poppins" w:cs="Poppins"/>
                <w:bCs/>
                <w:sz w:val="20"/>
              </w:rPr>
              <w:t>etiKa (vendute separatamente), impianto solare termico e pompa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0B26">
              <w:rPr>
                <w:rFonts w:ascii="Poppins" w:hAnsi="Poppins" w:cs="Poppins"/>
                <w:bCs/>
                <w:sz w:val="20"/>
              </w:rPr>
              <w:t>calore; 1 o 2 circuiti miscelati in bassa temperatura.</w:t>
            </w:r>
          </w:p>
          <w:p w14:paraId="114AAF34" w14:textId="77777777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705C52" w14:textId="43701BA2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Il modello si compone del Kit per 2 circuiti miscelati con valvola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0B26">
              <w:rPr>
                <w:rFonts w:ascii="Poppins" w:hAnsi="Poppins" w:cs="Poppins"/>
                <w:bCs/>
                <w:sz w:val="20"/>
              </w:rPr>
              <w:t>termostatica a punto fisso.</w:t>
            </w:r>
          </w:p>
          <w:p w14:paraId="48929805" w14:textId="77777777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Il Kit è comprensivo di:</w:t>
            </w:r>
          </w:p>
          <w:p w14:paraId="3ADED6AD" w14:textId="42126E23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Accumulo tecnico in acciaio inox</w:t>
            </w:r>
          </w:p>
          <w:p w14:paraId="11DE830B" w14:textId="581815E5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1 gruppo miscelato con circolatore a alta efficienza Wilo Para 5/6</w:t>
            </w:r>
          </w:p>
          <w:p w14:paraId="2055E875" w14:textId="2F0CE296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Vaso di espansione per circuito di riscaldamento da 7 litri</w:t>
            </w:r>
          </w:p>
          <w:p w14:paraId="1AC39178" w14:textId="1C5D59A7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Kit deviazione miscelazione per circuito sanitario</w:t>
            </w:r>
          </w:p>
          <w:p w14:paraId="5BB06E93" w14:textId="4445283F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Tubi in rame isolati</w:t>
            </w:r>
          </w:p>
          <w:p w14:paraId="1A8EF045" w14:textId="2C25C4CA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Kit tubi per pompa di calore</w:t>
            </w:r>
          </w:p>
          <w:p w14:paraId="78A44BFF" w14:textId="77777777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2047A09" w14:textId="77777777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920B26">
              <w:rPr>
                <w:rFonts w:ascii="Poppins" w:hAnsi="Poppins" w:cs="Poppins"/>
                <w:b/>
                <w:sz w:val="20"/>
              </w:rPr>
              <w:t>Dati tecnici dell'accumulo:</w:t>
            </w:r>
          </w:p>
          <w:p w14:paraId="10CA839D" w14:textId="0DA6BE46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Volume accumulo: 140 litri</w:t>
            </w:r>
          </w:p>
          <w:p w14:paraId="4427D76E" w14:textId="50DE38A1" w:rsidR="00920B26" w:rsidRPr="00920B2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Isolamento accumulo: in poliuretano espanso spessore 30 mm</w:t>
            </w:r>
          </w:p>
          <w:p w14:paraId="263D7118" w14:textId="12DCFBF8" w:rsidR="00920B26" w:rsidRPr="009216C6" w:rsidRDefault="00920B26" w:rsidP="00021373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Dispersione S: 75 W (in conformità a UNI EN 12897 con Tacqua=65°C e</w:t>
            </w:r>
            <w:r w:rsidR="009216C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16C6">
              <w:rPr>
                <w:rFonts w:ascii="Poppins" w:hAnsi="Poppins" w:cs="Poppins"/>
                <w:bCs/>
                <w:sz w:val="20"/>
              </w:rPr>
              <w:t>Tambiente=20°C)</w:t>
            </w:r>
          </w:p>
          <w:p w14:paraId="1E286B2E" w14:textId="4A427484" w:rsidR="00920B26" w:rsidRPr="00920B26" w:rsidRDefault="00920B26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Classe di efficienza energetica: C</w:t>
            </w:r>
          </w:p>
          <w:p w14:paraId="0FA485CD" w14:textId="727CC2CB" w:rsidR="00920B26" w:rsidRPr="00920B26" w:rsidRDefault="00920B26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Superficie serpentino superiore (sanitario): 1,8 m2</w:t>
            </w:r>
          </w:p>
          <w:p w14:paraId="35ADC4E4" w14:textId="3749D398" w:rsidR="00920B26" w:rsidRPr="00920B26" w:rsidRDefault="00920B26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Contenuto serpentino superiore (sanitario): 7,2 litri</w:t>
            </w:r>
          </w:p>
          <w:p w14:paraId="66673A3D" w14:textId="26472CC9" w:rsidR="00920B26" w:rsidRPr="00920B26" w:rsidRDefault="00920B26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Superficie serpentino inferiore (solare): 0,63 m2</w:t>
            </w:r>
          </w:p>
          <w:p w14:paraId="21322714" w14:textId="138DE833" w:rsidR="00920B26" w:rsidRPr="00920B26" w:rsidRDefault="00920B26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Contenuto serpentino inferiore (solare): 2,5 litri</w:t>
            </w:r>
          </w:p>
          <w:p w14:paraId="1C11F9D8" w14:textId="4611A373" w:rsidR="00920B26" w:rsidRPr="00920B26" w:rsidRDefault="00920B26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0B26">
              <w:rPr>
                <w:rFonts w:ascii="Poppins" w:hAnsi="Poppins" w:cs="Poppins"/>
                <w:bCs/>
                <w:sz w:val="20"/>
              </w:rPr>
              <w:t>Diametro serpentino: 20 mm</w:t>
            </w:r>
          </w:p>
          <w:p w14:paraId="78AA8332" w14:textId="77777777" w:rsidR="00920B26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F32D4C" w14:textId="53B20C27" w:rsidR="00B52AC0" w:rsidRPr="00920B26" w:rsidRDefault="00920B26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920B26">
              <w:rPr>
                <w:rFonts w:ascii="Poppins" w:hAnsi="Poppins" w:cs="Poppins"/>
                <w:b/>
                <w:sz w:val="20"/>
              </w:rPr>
              <w:t>Marca Emmeti - Modello Sistema ibrido KSE con caldaie etiKa Evo ed etiKa KS2MTE o equivalente.</w:t>
            </w:r>
          </w:p>
        </w:tc>
      </w:tr>
      <w:tr w:rsidR="00B52AC0" w14:paraId="71DD5D66" w14:textId="77777777" w:rsidTr="00B867FD">
        <w:tc>
          <w:tcPr>
            <w:tcW w:w="1398" w:type="dxa"/>
          </w:tcPr>
          <w:p w14:paraId="34582D1F" w14:textId="794E894D" w:rsidR="00B52AC0" w:rsidRPr="00E37CDF" w:rsidRDefault="00B52AC0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07449006</w:t>
            </w:r>
          </w:p>
        </w:tc>
        <w:tc>
          <w:tcPr>
            <w:tcW w:w="2297" w:type="dxa"/>
          </w:tcPr>
          <w:p w14:paraId="35C7C0B9" w14:textId="63DBC8E9" w:rsidR="00B52AC0" w:rsidRPr="00E37CDF" w:rsidRDefault="00556643" w:rsidP="009E7B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Sistema ibrido KSE con caldaie etiKa Evo ed etiKa KS1MEE</w:t>
            </w:r>
          </w:p>
        </w:tc>
        <w:tc>
          <w:tcPr>
            <w:tcW w:w="5803" w:type="dxa"/>
          </w:tcPr>
          <w:p w14:paraId="3DAF924A" w14:textId="59804E5D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Sistema integrato di riscaldamento con caldaie etiKa Evo (modello K) o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6643">
              <w:rPr>
                <w:rFonts w:ascii="Poppins" w:hAnsi="Poppins" w:cs="Poppins"/>
                <w:bCs/>
                <w:sz w:val="20"/>
              </w:rPr>
              <w:t>etiKa (vendute separatamente), impianto solare termico e pompa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6643">
              <w:rPr>
                <w:rFonts w:ascii="Poppins" w:hAnsi="Poppins" w:cs="Poppins"/>
                <w:bCs/>
                <w:sz w:val="20"/>
              </w:rPr>
              <w:t>calore; 1 o 2 circuiti miscelati in bassa temperatura.</w:t>
            </w:r>
          </w:p>
          <w:p w14:paraId="138BE6A5" w14:textId="77777777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227226E" w14:textId="0882E92B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lastRenderedPageBreak/>
              <w:t>Il modello si compone del Kit per 1 circuito miscelato con servomotore 3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6643">
              <w:rPr>
                <w:rFonts w:ascii="Poppins" w:hAnsi="Poppins" w:cs="Poppins"/>
                <w:bCs/>
                <w:sz w:val="20"/>
              </w:rPr>
              <w:t>punti, 230 Vac, 50 Hz.</w:t>
            </w:r>
          </w:p>
          <w:p w14:paraId="7260B2F2" w14:textId="77777777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Il Kit è comprensivo di:</w:t>
            </w:r>
          </w:p>
          <w:p w14:paraId="02BDD7B8" w14:textId="31B0E82B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Accumulo tecnico in acciaio inox</w:t>
            </w:r>
          </w:p>
          <w:p w14:paraId="48094D3D" w14:textId="6AC7885E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1 gruppo miscelato con circolatore a alta efficienza Wilo Para 5/6</w:t>
            </w:r>
          </w:p>
          <w:p w14:paraId="27E4FB20" w14:textId="03C77AAF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Vaso di espansione per circuito di riscaldamento da 7 litri</w:t>
            </w:r>
          </w:p>
          <w:p w14:paraId="1682BC91" w14:textId="16BA3ADB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Kit deviazione miscelazione per circuito sanitario</w:t>
            </w:r>
          </w:p>
          <w:p w14:paraId="3088B429" w14:textId="0170AEA4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Tubi in rame isolati</w:t>
            </w:r>
          </w:p>
          <w:p w14:paraId="07744631" w14:textId="5AE87D34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Kit tubi per pompa di calore</w:t>
            </w:r>
          </w:p>
          <w:p w14:paraId="12B5693F" w14:textId="77777777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934624" w14:textId="77777777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556643">
              <w:rPr>
                <w:rFonts w:ascii="Poppins" w:hAnsi="Poppins" w:cs="Poppins"/>
                <w:b/>
                <w:sz w:val="20"/>
              </w:rPr>
              <w:t>Dati tecnici dell'accumulo:</w:t>
            </w:r>
          </w:p>
          <w:p w14:paraId="30F6AC05" w14:textId="28A87360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Volume accumulo: 140 litri</w:t>
            </w:r>
          </w:p>
          <w:p w14:paraId="02320699" w14:textId="615EEA89" w:rsidR="00556643" w:rsidRPr="00556643" w:rsidRDefault="00556643" w:rsidP="00021373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Isolamento accumulo: in poliuretano espanso spessore 30 mm</w:t>
            </w:r>
          </w:p>
          <w:p w14:paraId="643371C2" w14:textId="07103E3B" w:rsidR="00556643" w:rsidRPr="009216C6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16C6">
              <w:rPr>
                <w:rFonts w:ascii="Poppins" w:hAnsi="Poppins" w:cs="Poppins"/>
                <w:bCs/>
                <w:sz w:val="20"/>
              </w:rPr>
              <w:t>Dispersione S: 75 W (in conformità a UNI EN 12897 con Tacqua=65°C e</w:t>
            </w:r>
            <w:r w:rsidR="009216C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16C6">
              <w:rPr>
                <w:rFonts w:ascii="Poppins" w:hAnsi="Poppins" w:cs="Poppins"/>
                <w:bCs/>
                <w:sz w:val="20"/>
              </w:rPr>
              <w:t>Tambiente=20°C)</w:t>
            </w:r>
          </w:p>
          <w:p w14:paraId="24A00621" w14:textId="0B4A974C" w:rsidR="00556643" w:rsidRPr="00556643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Classe di efficienza energetica: C</w:t>
            </w:r>
          </w:p>
          <w:p w14:paraId="2A17F3FC" w14:textId="479B020B" w:rsidR="00556643" w:rsidRPr="00556643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Superficie serpentino superiore (sanitario): 1,8 m2</w:t>
            </w:r>
          </w:p>
          <w:p w14:paraId="73F7D5C6" w14:textId="20AA4C1F" w:rsidR="00556643" w:rsidRPr="00556643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Contenuto serpentino superiore (sanitario): 7,2 litri</w:t>
            </w:r>
          </w:p>
          <w:p w14:paraId="05D0F4DC" w14:textId="4036F8DC" w:rsidR="00556643" w:rsidRPr="00556643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Superficie serpentino inferiore (solare): 0,63 m2</w:t>
            </w:r>
          </w:p>
          <w:p w14:paraId="3C4E4D00" w14:textId="17F5E139" w:rsidR="00556643" w:rsidRPr="00556643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Contenuto serpentino inferiore (solare): 2,5 litri</w:t>
            </w:r>
          </w:p>
          <w:p w14:paraId="22ECD1DE" w14:textId="4ECDFE41" w:rsidR="00556643" w:rsidRPr="00556643" w:rsidRDefault="00556643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56643">
              <w:rPr>
                <w:rFonts w:ascii="Poppins" w:hAnsi="Poppins" w:cs="Poppins"/>
                <w:bCs/>
                <w:sz w:val="20"/>
              </w:rPr>
              <w:t>Diametro serpentino: 20 mm</w:t>
            </w:r>
          </w:p>
          <w:p w14:paraId="723BF575" w14:textId="77777777" w:rsidR="00556643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395777" w14:textId="09E41722" w:rsidR="00B52AC0" w:rsidRPr="00556643" w:rsidRDefault="00556643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556643">
              <w:rPr>
                <w:rFonts w:ascii="Poppins" w:hAnsi="Poppins" w:cs="Poppins"/>
                <w:b/>
                <w:sz w:val="20"/>
              </w:rPr>
              <w:t>Marca Emmeti - Modello Sistema ibrido KSE con caldaie etiKa Evo ed etiKa KS1MEE o equivalente.</w:t>
            </w:r>
          </w:p>
        </w:tc>
      </w:tr>
      <w:tr w:rsidR="00B52AC0" w14:paraId="0A49F0FE" w14:textId="77777777" w:rsidTr="00B867FD">
        <w:tc>
          <w:tcPr>
            <w:tcW w:w="1398" w:type="dxa"/>
          </w:tcPr>
          <w:p w14:paraId="4CAA9531" w14:textId="378B0200" w:rsidR="00B52AC0" w:rsidRPr="00E37CDF" w:rsidRDefault="00B52AC0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07449008</w:t>
            </w:r>
          </w:p>
        </w:tc>
        <w:tc>
          <w:tcPr>
            <w:tcW w:w="2297" w:type="dxa"/>
          </w:tcPr>
          <w:p w14:paraId="472A5CAE" w14:textId="548F2F13" w:rsidR="00B52AC0" w:rsidRPr="00E37CDF" w:rsidRDefault="0025220E" w:rsidP="009E7B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Sistema ibrido KSE con caldaie etiKa Evo ed etiKa KS2MEE</w:t>
            </w:r>
          </w:p>
        </w:tc>
        <w:tc>
          <w:tcPr>
            <w:tcW w:w="5803" w:type="dxa"/>
          </w:tcPr>
          <w:p w14:paraId="73607E9A" w14:textId="77DAAB25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Sistema integrato di riscaldamento con caldaie etiKa Evo (modello K) o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25220E">
              <w:rPr>
                <w:rFonts w:ascii="Poppins" w:hAnsi="Poppins" w:cs="Poppins"/>
                <w:bCs/>
                <w:sz w:val="20"/>
              </w:rPr>
              <w:t>etiKa (vendute separatamente), impianto solare termico e pompa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25220E">
              <w:rPr>
                <w:rFonts w:ascii="Poppins" w:hAnsi="Poppins" w:cs="Poppins"/>
                <w:bCs/>
                <w:sz w:val="20"/>
              </w:rPr>
              <w:t>calore; 1 o 2 circuiti miscelati in bassa temperatura.</w:t>
            </w:r>
          </w:p>
          <w:p w14:paraId="57E5BD60" w14:textId="77777777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18EC91" w14:textId="380940C4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Il modello si compone del Kit per 2 circuiti miscelati con servomotori 3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25220E">
              <w:rPr>
                <w:rFonts w:ascii="Poppins" w:hAnsi="Poppins" w:cs="Poppins"/>
                <w:bCs/>
                <w:sz w:val="20"/>
              </w:rPr>
              <w:t>punti, 230 Vac, 50 Hz.</w:t>
            </w:r>
          </w:p>
          <w:p w14:paraId="31384A5F" w14:textId="77777777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Il Kit è comprensivo di:</w:t>
            </w:r>
          </w:p>
          <w:p w14:paraId="5789F43B" w14:textId="6C127778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Accumulo tecnico in acciaio inox</w:t>
            </w:r>
          </w:p>
          <w:p w14:paraId="626B4D7A" w14:textId="1B7E1921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1 gruppo miscelato con circolatore a alta efficienza Wilo Para 5/6</w:t>
            </w:r>
          </w:p>
          <w:p w14:paraId="49883D8D" w14:textId="4F96B512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Vaso di espansione per circuito di riscaldamento da 7 litri</w:t>
            </w:r>
          </w:p>
          <w:p w14:paraId="0AAE2A36" w14:textId="63AD4236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lastRenderedPageBreak/>
              <w:t>Kit deviazione miscelazione per circuito sanitario</w:t>
            </w:r>
          </w:p>
          <w:p w14:paraId="569600E1" w14:textId="08D2072F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Tubi in rame isolati</w:t>
            </w:r>
          </w:p>
          <w:p w14:paraId="53AC9878" w14:textId="7C6A4952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Kit tubi per pompa di calore</w:t>
            </w:r>
          </w:p>
          <w:p w14:paraId="1F62208B" w14:textId="77777777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872C05" w14:textId="77777777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25220E">
              <w:rPr>
                <w:rFonts w:ascii="Poppins" w:hAnsi="Poppins" w:cs="Poppins"/>
                <w:b/>
                <w:sz w:val="20"/>
              </w:rPr>
              <w:t>Dati tecnici dell'accumulo:</w:t>
            </w:r>
          </w:p>
          <w:p w14:paraId="66B08625" w14:textId="33039DDC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Volume accumulo: 140 litri</w:t>
            </w:r>
          </w:p>
          <w:p w14:paraId="1D171A7A" w14:textId="2CCBBFB7" w:rsidR="0025220E" w:rsidRPr="0025220E" w:rsidRDefault="0025220E" w:rsidP="00021373">
            <w:pPr>
              <w:pStyle w:val="Intestazione"/>
              <w:numPr>
                <w:ilvl w:val="0"/>
                <w:numId w:val="4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Isolamento accumulo: in poliuretano espanso spessore 30 mm</w:t>
            </w:r>
          </w:p>
          <w:p w14:paraId="5B4E8DE8" w14:textId="3A52E69F" w:rsidR="0025220E" w:rsidRPr="009216C6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9216C6">
              <w:rPr>
                <w:rFonts w:ascii="Poppins" w:hAnsi="Poppins" w:cs="Poppins"/>
                <w:bCs/>
                <w:sz w:val="20"/>
              </w:rPr>
              <w:t>Dispersione S: 75 W (in conformità a UNI EN 12897 con Tacqua=65°C e</w:t>
            </w:r>
            <w:r w:rsidR="009216C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16C6">
              <w:rPr>
                <w:rFonts w:ascii="Poppins" w:hAnsi="Poppins" w:cs="Poppins"/>
                <w:bCs/>
                <w:sz w:val="20"/>
              </w:rPr>
              <w:t>Tambiente=20°C)</w:t>
            </w:r>
          </w:p>
          <w:p w14:paraId="6FA6EF78" w14:textId="0796F474" w:rsidR="0025220E" w:rsidRPr="0025220E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Classe di efficienza energetica: C</w:t>
            </w:r>
          </w:p>
          <w:p w14:paraId="723DC7E6" w14:textId="452CC036" w:rsidR="0025220E" w:rsidRPr="0025220E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Superficie serpentino superiore (sanitario): 1,8 m2</w:t>
            </w:r>
          </w:p>
          <w:p w14:paraId="472AC5C1" w14:textId="60D6A8B0" w:rsidR="0025220E" w:rsidRPr="0025220E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Contenuto serpentino superiore (sanitario): 7,2 litri</w:t>
            </w:r>
          </w:p>
          <w:p w14:paraId="4EF1590D" w14:textId="2612564F" w:rsidR="0025220E" w:rsidRPr="0025220E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Superficie serpentino inferiore (solare): 0,63 m2</w:t>
            </w:r>
          </w:p>
          <w:p w14:paraId="1BF21CB2" w14:textId="2885DD88" w:rsidR="0025220E" w:rsidRPr="0025220E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Contenuto serpentino inferiore (solare): 2,5 litri</w:t>
            </w:r>
          </w:p>
          <w:p w14:paraId="32438B64" w14:textId="3290732A" w:rsidR="0025220E" w:rsidRPr="0025220E" w:rsidRDefault="0025220E" w:rsidP="00021373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25220E">
              <w:rPr>
                <w:rFonts w:ascii="Poppins" w:hAnsi="Poppins" w:cs="Poppins"/>
                <w:bCs/>
                <w:sz w:val="20"/>
              </w:rPr>
              <w:t>Diametro serpentino: 20 mm</w:t>
            </w:r>
          </w:p>
          <w:p w14:paraId="6447540B" w14:textId="77777777" w:rsidR="0025220E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325DEC" w14:textId="502F9BEC" w:rsidR="00B52AC0" w:rsidRPr="0025220E" w:rsidRDefault="0025220E" w:rsidP="00021373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25220E">
              <w:rPr>
                <w:rFonts w:ascii="Poppins" w:hAnsi="Poppins" w:cs="Poppins"/>
                <w:b/>
                <w:sz w:val="20"/>
              </w:rPr>
              <w:t>Marca Emmeti - Modello Sistema ibrido KSE con caldaie etiKa Evo ed etiKa KS2MEE o equivalente.</w:t>
            </w:r>
          </w:p>
        </w:tc>
      </w:tr>
      <w:tr w:rsidR="009E7B5E" w14:paraId="5F975989" w14:textId="77777777" w:rsidTr="00B867FD">
        <w:tc>
          <w:tcPr>
            <w:tcW w:w="1398" w:type="dxa"/>
          </w:tcPr>
          <w:p w14:paraId="762A39CC" w14:textId="77777777" w:rsidR="009E7B5E" w:rsidRPr="00E37CDF" w:rsidRDefault="009E7B5E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lastRenderedPageBreak/>
              <w:t>07444150</w:t>
            </w:r>
          </w:p>
        </w:tc>
        <w:tc>
          <w:tcPr>
            <w:tcW w:w="2297" w:type="dxa"/>
          </w:tcPr>
          <w:p w14:paraId="4CF8388D" w14:textId="77777777" w:rsidR="009E7B5E" w:rsidRPr="00E37CDF" w:rsidRDefault="009E7B5E" w:rsidP="009E7B5E">
            <w:pPr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Caldaia a condensazione etiKa Evo X25K - metano</w:t>
            </w:r>
          </w:p>
        </w:tc>
        <w:tc>
          <w:tcPr>
            <w:tcW w:w="5803" w:type="dxa"/>
          </w:tcPr>
          <w:p w14:paraId="699E535C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1:10. Elevato rendimento e basse emissioni inquinanti di CO e NOx (classe 6 rif. UNI EN 15502-1:2012+A1:2015).</w:t>
            </w:r>
          </w:p>
          <w:p w14:paraId="79F0DDF7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28803C00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5A8A9BCC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87CC1C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7EAE1054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Scambiatore primario in acciaio inox AISI 316L senza saldature</w:t>
            </w:r>
          </w:p>
          <w:p w14:paraId="76B575A0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Bruciatore in acciaio contro la corrosione da parte della condensa acida</w:t>
            </w:r>
          </w:p>
          <w:p w14:paraId="2A6E78EE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gas pneumatica</w:t>
            </w:r>
          </w:p>
          <w:p w14:paraId="6B221B66" w14:textId="77777777" w:rsidR="009E7B5E" w:rsidRPr="009216C6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16820933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Ventilatore brush less</w:t>
            </w:r>
          </w:p>
          <w:p w14:paraId="15A7A7CC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Controllo di fiamma a ionizzazione</w:t>
            </w:r>
          </w:p>
          <w:p w14:paraId="5BDCEE69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lastRenderedPageBreak/>
              <w:t>Elettrodo di accensione</w:t>
            </w:r>
          </w:p>
          <w:p w14:paraId="45B31FEA" w14:textId="77777777" w:rsidR="009E7B5E" w:rsidRPr="00E37CDF" w:rsidRDefault="009E7B5E" w:rsidP="00021373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03DC31D2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Sonda temperatura fumi</w:t>
            </w:r>
          </w:p>
          <w:p w14:paraId="317008A7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Pompa di circolazione ad alta efficienza (ErP)</w:t>
            </w:r>
          </w:p>
          <w:p w14:paraId="3208AD76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Trasduttore di pressione acqua</w:t>
            </w:r>
          </w:p>
          <w:p w14:paraId="11F34397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sfiato aria automatica e valvola di sicurezza</w:t>
            </w:r>
          </w:p>
          <w:p w14:paraId="3C74A26A" w14:textId="77777777" w:rsidR="009E7B5E" w:rsidRPr="00E37CDF" w:rsidRDefault="009E7B5E" w:rsidP="00021373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61879CF0" w14:textId="77777777" w:rsidR="009E7B5E" w:rsidRPr="00E37CDF" w:rsidRDefault="009E7B5E" w:rsidP="00021373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2A9C9AA0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54E4B421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Protezione antigelo</w:t>
            </w:r>
          </w:p>
          <w:p w14:paraId="64DF452E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motorizzata a 3 vie di serie</w:t>
            </w:r>
          </w:p>
          <w:p w14:paraId="646DE4D4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66F0812A" w14:textId="77777777" w:rsidR="009E7B5E" w:rsidRPr="003E155D" w:rsidRDefault="009E7B5E" w:rsidP="0002137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Flussostato acqua sanitaria</w:t>
            </w:r>
          </w:p>
          <w:p w14:paraId="33981488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586AF0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37CDF">
              <w:rPr>
                <w:rFonts w:ascii="Poppins" w:hAnsi="Poppins" w:cs="Poppins"/>
                <w:b/>
                <w:bCs/>
              </w:rPr>
              <w:t>Dati tecnici:</w:t>
            </w:r>
          </w:p>
          <w:p w14:paraId="170B689C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s: 93 %</w:t>
            </w:r>
          </w:p>
          <w:p w14:paraId="2BB8E00C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in produzione sanitaria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wh: 85 %</w:t>
            </w:r>
          </w:p>
          <w:p w14:paraId="6E77E8C0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Potenza termica utile alla potenza nominale (80/60 °C) P4: 24,4 kW Efficienza utile alla potenza termica nominale (80/60 °C)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4: 88,1 %</w:t>
            </w:r>
          </w:p>
          <w:p w14:paraId="0928F707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Potenza termica utile al 30% potenza termica nominale (30 °C) P1: 8,2 kW </w:t>
            </w:r>
          </w:p>
          <w:p w14:paraId="039982F7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1: 97,8 %</w:t>
            </w:r>
          </w:p>
          <w:p w14:paraId="3341F2C8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Portata termica nominale al focolare riferita al PCI pari a 25,0 kW </w:t>
            </w:r>
          </w:p>
          <w:p w14:paraId="040BAD37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Portata termica minima al focolare riferita al PCI pari a 2,5 kW</w:t>
            </w:r>
          </w:p>
          <w:p w14:paraId="4F00C031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Gas: metano G20</w:t>
            </w:r>
          </w:p>
          <w:p w14:paraId="6AD9EDE4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Temperatura di mandata scorrevole con sonda esterna opzionale, fornibile a parte</w:t>
            </w:r>
          </w:p>
          <w:p w14:paraId="458838B7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Grado di protezione IPX4D (IP X0D nel caso installazione B23)</w:t>
            </w:r>
          </w:p>
          <w:p w14:paraId="15F4AC1C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Dimensioni (L x H x P) = 430 x 736 x 250 [mm]</w:t>
            </w:r>
          </w:p>
          <w:p w14:paraId="667B69AA" w14:textId="77777777" w:rsidR="009E7B5E" w:rsidRPr="003E155D" w:rsidRDefault="009E7B5E" w:rsidP="00021373">
            <w:pPr>
              <w:pStyle w:val="Paragrafoelenco"/>
              <w:numPr>
                <w:ilvl w:val="0"/>
                <w:numId w:val="7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Peso a vuoto: 44 kg </w:t>
            </w:r>
          </w:p>
          <w:p w14:paraId="27918124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4140884" w14:textId="154A9A6E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lastRenderedPageBreak/>
              <w:t>Marca E</w:t>
            </w:r>
            <w:r w:rsidR="003E155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E37CDF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Evo X25K - metano o equivalente</w:t>
            </w:r>
            <w:r w:rsidR="003E155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9E7B5E" w14:paraId="5FC43B54" w14:textId="77777777" w:rsidTr="00B867FD">
        <w:tc>
          <w:tcPr>
            <w:tcW w:w="1398" w:type="dxa"/>
          </w:tcPr>
          <w:p w14:paraId="4C52D5B4" w14:textId="77777777" w:rsidR="009E7B5E" w:rsidRPr="00E37CDF" w:rsidRDefault="009E7B5E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lastRenderedPageBreak/>
              <w:t>07444152</w:t>
            </w:r>
          </w:p>
        </w:tc>
        <w:tc>
          <w:tcPr>
            <w:tcW w:w="2297" w:type="dxa"/>
          </w:tcPr>
          <w:p w14:paraId="20DD3AAD" w14:textId="77777777" w:rsidR="009E7B5E" w:rsidRPr="00E37CDF" w:rsidRDefault="009E7B5E" w:rsidP="009E7B5E">
            <w:pPr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Caldaia a condensazione etiKa Evo X25K - Gpl</w:t>
            </w:r>
          </w:p>
        </w:tc>
        <w:tc>
          <w:tcPr>
            <w:tcW w:w="5803" w:type="dxa"/>
          </w:tcPr>
          <w:p w14:paraId="6220C1FB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1:10. Elevato rendimento e basse emissioni inquinanti di CO e NOx (classe 6 rif. UNI EN 15502-1:2012+A1:2015).</w:t>
            </w:r>
          </w:p>
          <w:p w14:paraId="1DBEB0CC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37914A31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5BD80999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9F51D95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1B7C9F4B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Scambiatore primario in acciaio inox AISI 316L senza saldature</w:t>
            </w:r>
          </w:p>
          <w:p w14:paraId="16F7C2A3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Bruciatore in acciaio contro la corrosione da parte della condensa acida</w:t>
            </w:r>
          </w:p>
          <w:p w14:paraId="39F29825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gas pneumatica</w:t>
            </w:r>
          </w:p>
          <w:p w14:paraId="2AC38E5F" w14:textId="77777777" w:rsidR="009E7B5E" w:rsidRPr="009216C6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2B399E91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Ventilatore brush less</w:t>
            </w:r>
          </w:p>
          <w:p w14:paraId="5C84E229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Controllo di fiamma a ionizzazione</w:t>
            </w:r>
          </w:p>
          <w:p w14:paraId="70E535A7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Elettrodo di accensione</w:t>
            </w:r>
          </w:p>
          <w:p w14:paraId="2448440D" w14:textId="77777777" w:rsidR="009E7B5E" w:rsidRPr="00E37CDF" w:rsidRDefault="009E7B5E" w:rsidP="00021373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03676E48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Sonda temperatura fumi</w:t>
            </w:r>
          </w:p>
          <w:p w14:paraId="31FE858B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Pompa di circolazione ad alta efficienza (ErP)</w:t>
            </w:r>
          </w:p>
          <w:p w14:paraId="0C55E09E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Trasduttore di pressione acqua</w:t>
            </w:r>
          </w:p>
          <w:p w14:paraId="5596CCF0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sfiato aria automatica e valvola di sicurezza</w:t>
            </w:r>
          </w:p>
          <w:p w14:paraId="1540EE3A" w14:textId="77777777" w:rsidR="009E7B5E" w:rsidRPr="00E37CDF" w:rsidRDefault="009E7B5E" w:rsidP="00021373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76FFF524" w14:textId="77777777" w:rsidR="009E7B5E" w:rsidRPr="00E37CDF" w:rsidRDefault="009E7B5E" w:rsidP="00021373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546C709F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5F29580E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Protezione antigelo</w:t>
            </w:r>
          </w:p>
          <w:p w14:paraId="5023F830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motorizzata a 3 vie di serie</w:t>
            </w:r>
          </w:p>
          <w:p w14:paraId="0EF520E2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6CFB309A" w14:textId="77777777" w:rsidR="009E7B5E" w:rsidRPr="003E155D" w:rsidRDefault="009E7B5E" w:rsidP="00021373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Flussostato acqua sanitaria</w:t>
            </w:r>
          </w:p>
          <w:p w14:paraId="7B846E1E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2815D93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  <w:b/>
                <w:bCs/>
              </w:rPr>
              <w:lastRenderedPageBreak/>
              <w:t>Dati tecnici</w:t>
            </w:r>
            <w:r w:rsidRPr="00E37CDF">
              <w:rPr>
                <w:rFonts w:ascii="Poppins" w:hAnsi="Poppins" w:cs="Poppins"/>
              </w:rPr>
              <w:t>:</w:t>
            </w:r>
          </w:p>
          <w:p w14:paraId="57EFA0CD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s: 93 %</w:t>
            </w:r>
          </w:p>
          <w:p w14:paraId="1EF8AE7E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in produzione sanitaria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wh: 85 %</w:t>
            </w:r>
          </w:p>
          <w:p w14:paraId="454ADF54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Potenza termica utile alla potenza nominale (80/60 °C) P4: 24,4 kW Efficienza utile alla potenza termica nominale (80/60 °C)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4: 88,1 %</w:t>
            </w:r>
          </w:p>
          <w:p w14:paraId="64668543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Potenza termica utile al 30% potenza termica nominale (30 °C) P1: 8,2 kW </w:t>
            </w:r>
          </w:p>
          <w:p w14:paraId="4C133CD2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1: 97,8 %</w:t>
            </w:r>
          </w:p>
          <w:p w14:paraId="19112A32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Portata termica nominale al focolare riferita al PCI pari a 25,0 kW </w:t>
            </w:r>
          </w:p>
          <w:p w14:paraId="428C74D7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Portata termica minima al focolare riferita al PCI pari a 2,5 kW</w:t>
            </w:r>
          </w:p>
          <w:p w14:paraId="216B2A2F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Gas: Gpl G31</w:t>
            </w:r>
          </w:p>
          <w:p w14:paraId="273E0AE4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Temperatura di mandata scorrevole con sonda esterna opzionale, fornibile a parte</w:t>
            </w:r>
          </w:p>
          <w:p w14:paraId="1234A10D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Grado di protezione IPX4D (IP X0D nel caso installazione B23)</w:t>
            </w:r>
          </w:p>
          <w:p w14:paraId="0813297F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Dimensioni (L x H x P) = 430 x 736 x 250 [mm]</w:t>
            </w:r>
          </w:p>
          <w:p w14:paraId="622BA256" w14:textId="77777777" w:rsidR="009E7B5E" w:rsidRPr="003E155D" w:rsidRDefault="009E7B5E" w:rsidP="00021373">
            <w:pPr>
              <w:pStyle w:val="Paragrafoelenco"/>
              <w:numPr>
                <w:ilvl w:val="0"/>
                <w:numId w:val="9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Peso a vuoto: 44 kg </w:t>
            </w:r>
          </w:p>
          <w:p w14:paraId="3EFF95BC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E2014A0" w14:textId="16CD2AC5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Marca E</w:t>
            </w:r>
            <w:r w:rsidR="003E155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E37CDF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Evo X25K - Gpl o equivalente</w:t>
            </w:r>
            <w:r w:rsidR="003E155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9E7B5E" w14:paraId="703687A9" w14:textId="77777777" w:rsidTr="00B867FD">
        <w:tc>
          <w:tcPr>
            <w:tcW w:w="1398" w:type="dxa"/>
          </w:tcPr>
          <w:p w14:paraId="0624F370" w14:textId="77777777" w:rsidR="009E7B5E" w:rsidRPr="00E37CDF" w:rsidRDefault="009E7B5E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lastRenderedPageBreak/>
              <w:t>07444170</w:t>
            </w:r>
          </w:p>
        </w:tc>
        <w:tc>
          <w:tcPr>
            <w:tcW w:w="2297" w:type="dxa"/>
          </w:tcPr>
          <w:p w14:paraId="529BD512" w14:textId="77777777" w:rsidR="009E7B5E" w:rsidRPr="00E37CDF" w:rsidRDefault="009E7B5E" w:rsidP="009E7B5E">
            <w:pPr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Caldaia a condensazione etiKa Evo X30K - metano</w:t>
            </w:r>
          </w:p>
        </w:tc>
        <w:tc>
          <w:tcPr>
            <w:tcW w:w="5803" w:type="dxa"/>
          </w:tcPr>
          <w:p w14:paraId="3F49F505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1:10. Elevato rendimento e basse emissioni inquinanti di CO e NOx (classe 6 rif. UNI EN 15502-1:2012+A1:2015).</w:t>
            </w:r>
          </w:p>
          <w:p w14:paraId="1349A6B9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0B8DBBE3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576D9B2D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E6F187" w14:textId="77777777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10CC9C44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Scambiatore primario in acciaio inox AISI 316L senza saldature</w:t>
            </w:r>
          </w:p>
          <w:p w14:paraId="1493967A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lastRenderedPageBreak/>
              <w:t>Bruciatore in acciaio contro la corrosione da parte della condensa acida</w:t>
            </w:r>
          </w:p>
          <w:p w14:paraId="7D007B84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gas pneumatica</w:t>
            </w:r>
          </w:p>
          <w:p w14:paraId="168F75CF" w14:textId="77777777" w:rsidR="009E7B5E" w:rsidRPr="009216C6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18A74D9C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Ventilatore brush less</w:t>
            </w:r>
          </w:p>
          <w:p w14:paraId="6559111E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Controllo di fiamma a ionizzazione</w:t>
            </w:r>
          </w:p>
          <w:p w14:paraId="24F295A0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Elettrodo di accensione</w:t>
            </w:r>
          </w:p>
          <w:p w14:paraId="0962D9EB" w14:textId="77777777" w:rsidR="009E7B5E" w:rsidRPr="00E37CDF" w:rsidRDefault="009E7B5E" w:rsidP="00021373">
            <w:pPr>
              <w:pStyle w:val="Intestazione"/>
              <w:numPr>
                <w:ilvl w:val="0"/>
                <w:numId w:val="1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304EC817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Sonda temperatura fumi</w:t>
            </w:r>
          </w:p>
          <w:p w14:paraId="595EEB47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Pompa di circolazione ad alta efficienza (ErP)</w:t>
            </w:r>
          </w:p>
          <w:p w14:paraId="2974E33A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Trasduttore di pressione acqua</w:t>
            </w:r>
          </w:p>
          <w:p w14:paraId="043DF926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sfiato aria automatica e valvola di sicurezza</w:t>
            </w:r>
          </w:p>
          <w:p w14:paraId="588BC872" w14:textId="77777777" w:rsidR="009E7B5E" w:rsidRPr="00E37CDF" w:rsidRDefault="009E7B5E" w:rsidP="00021373">
            <w:pPr>
              <w:pStyle w:val="Intestazione"/>
              <w:numPr>
                <w:ilvl w:val="0"/>
                <w:numId w:val="1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0595AC9D" w14:textId="77777777" w:rsidR="009E7B5E" w:rsidRPr="00E37CDF" w:rsidRDefault="009E7B5E" w:rsidP="00021373">
            <w:pPr>
              <w:pStyle w:val="Intestazione"/>
              <w:numPr>
                <w:ilvl w:val="0"/>
                <w:numId w:val="1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5A0BA56D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0BD62EC0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Protezione antigelo</w:t>
            </w:r>
          </w:p>
          <w:p w14:paraId="32CC41A9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Valvola motorizzata a 3 vie di serie</w:t>
            </w:r>
          </w:p>
          <w:p w14:paraId="60FFB5ED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4CF33484" w14:textId="77777777" w:rsidR="009E7B5E" w:rsidRPr="003E155D" w:rsidRDefault="009E7B5E" w:rsidP="0002137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Flussostato acqua sanitaria</w:t>
            </w:r>
          </w:p>
          <w:p w14:paraId="2932899D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2D627D3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37CDF">
              <w:rPr>
                <w:rFonts w:ascii="Poppins" w:hAnsi="Poppins" w:cs="Poppins"/>
                <w:b/>
                <w:bCs/>
              </w:rPr>
              <w:t>Dati tecnici:</w:t>
            </w:r>
          </w:p>
          <w:p w14:paraId="3CC290AF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s: 93 %</w:t>
            </w:r>
          </w:p>
          <w:p w14:paraId="0F356AE9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in produzione sanitaria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wh: 85 %</w:t>
            </w:r>
          </w:p>
          <w:p w14:paraId="0F531E40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Potenza termica utile alla potenza nominale (80/60 °C) P4: 29,3 kW </w:t>
            </w:r>
          </w:p>
          <w:p w14:paraId="02BC3A2C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alla potenza termica nominale (80/60 °C)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4: 88,1 %</w:t>
            </w:r>
          </w:p>
          <w:p w14:paraId="0A1050F3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Potenza termica utile al 30% potenza termica nominale (30 °C) P1: 9,5 kW </w:t>
            </w:r>
          </w:p>
          <w:p w14:paraId="2EFE3F24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3E155D">
              <w:rPr>
                <w:rFonts w:ascii="Cambria" w:hAnsi="Cambria" w:cs="Cambria"/>
              </w:rPr>
              <w:t>η</w:t>
            </w:r>
            <w:r w:rsidRPr="003E155D">
              <w:rPr>
                <w:rFonts w:ascii="Poppins" w:hAnsi="Poppins" w:cs="Poppins"/>
              </w:rPr>
              <w:t>1: 97,8 %</w:t>
            </w:r>
          </w:p>
          <w:p w14:paraId="6AC90FC6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Portata termica nominale al focolare riferita al PCI pari a 30,0 </w:t>
            </w:r>
          </w:p>
          <w:p w14:paraId="3E6F095E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Portata termica minima al focolare riferita al PCI pari a 3,0 kW </w:t>
            </w:r>
          </w:p>
          <w:p w14:paraId="44C722B4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Gas: Metano G20</w:t>
            </w:r>
          </w:p>
          <w:p w14:paraId="268B3F24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lastRenderedPageBreak/>
              <w:t>Temperatura di mandata scorrevole con sonda esterna opzionale, fornibile a parte</w:t>
            </w:r>
          </w:p>
          <w:p w14:paraId="47020332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Grado di protezione IPX4D (IP X0D nel caso installazione B23)</w:t>
            </w:r>
          </w:p>
          <w:p w14:paraId="33417B11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>Dimensioni (L x H x P) = 430 x 736 x 250 [mm]</w:t>
            </w:r>
          </w:p>
          <w:p w14:paraId="721B1636" w14:textId="77777777" w:rsidR="009E7B5E" w:rsidRPr="003E155D" w:rsidRDefault="009E7B5E" w:rsidP="0002137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3E155D">
              <w:rPr>
                <w:rFonts w:ascii="Poppins" w:hAnsi="Poppins" w:cs="Poppins"/>
              </w:rPr>
              <w:t xml:space="preserve">Peso a vuoto: 46 kg </w:t>
            </w:r>
          </w:p>
          <w:p w14:paraId="14300A0F" w14:textId="77777777" w:rsidR="009E7B5E" w:rsidRPr="00E37CDF" w:rsidRDefault="009E7B5E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1FE9F6B" w14:textId="545EDB2B" w:rsidR="009E7B5E" w:rsidRPr="00E37CDF" w:rsidRDefault="009E7B5E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7CDF">
              <w:rPr>
                <w:rFonts w:ascii="Poppins" w:hAnsi="Poppins" w:cs="Poppins"/>
                <w:b/>
                <w:bCs/>
                <w:sz w:val="20"/>
              </w:rPr>
              <w:t>Marca E</w:t>
            </w:r>
            <w:r w:rsidR="003E155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E37CDF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Evo X30K - metano o equivalente</w:t>
            </w:r>
            <w:r w:rsidR="003E155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F5184" w:rsidRPr="00013A5B" w14:paraId="36F0052C" w14:textId="77777777" w:rsidTr="009E7B5E">
        <w:tc>
          <w:tcPr>
            <w:tcW w:w="1398" w:type="dxa"/>
          </w:tcPr>
          <w:p w14:paraId="12ACB9C5" w14:textId="6FC71745" w:rsidR="006F5184" w:rsidRPr="00E37CDF" w:rsidRDefault="006F5184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lastRenderedPageBreak/>
              <w:t>0744</w:t>
            </w:r>
            <w:r>
              <w:rPr>
                <w:rFonts w:ascii="Poppins" w:hAnsi="Poppins" w:cs="Poppins"/>
                <w:sz w:val="20"/>
              </w:rPr>
              <w:t>5000</w:t>
            </w:r>
          </w:p>
        </w:tc>
        <w:tc>
          <w:tcPr>
            <w:tcW w:w="2297" w:type="dxa"/>
          </w:tcPr>
          <w:p w14:paraId="075F790F" w14:textId="527FCA89" w:rsidR="006F5184" w:rsidRPr="00E37CDF" w:rsidRDefault="006F5184" w:rsidP="006F5184">
            <w:pPr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Caldaia a condensazione etiKa X25K - metano</w:t>
            </w:r>
          </w:p>
        </w:tc>
        <w:tc>
          <w:tcPr>
            <w:tcW w:w="5803" w:type="dxa"/>
          </w:tcPr>
          <w:p w14:paraId="40D415D1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1:5. Elevato rendimento e basse emissioni inquinanti di CO e NOx (classe 6 rif. UNI EN 15502-1:2012+A1:2015).</w:t>
            </w:r>
          </w:p>
          <w:p w14:paraId="2355C3DA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2C473C44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43DFCDC7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E6134C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447F39CE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primario in acciaio inox di tipo tubulare disposto in verticale senza saldature</w:t>
            </w:r>
          </w:p>
          <w:p w14:paraId="5FD95C97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Bruciatore in acciaio contro la corrosione da parte della condensa acida</w:t>
            </w:r>
          </w:p>
          <w:p w14:paraId="30C1F502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gas pneumatica</w:t>
            </w:r>
          </w:p>
          <w:p w14:paraId="1BE113A3" w14:textId="77777777" w:rsidR="006F5184" w:rsidRPr="009216C6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24BB19C0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Ventilatore brush less</w:t>
            </w:r>
          </w:p>
          <w:p w14:paraId="38D7A3CE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Controllo di fiamma a ionizzazione</w:t>
            </w:r>
          </w:p>
          <w:p w14:paraId="43B3F37F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Elettrodo di accensione</w:t>
            </w:r>
          </w:p>
          <w:p w14:paraId="69912AEC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01288D22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Sonda temperatura fumi</w:t>
            </w:r>
          </w:p>
          <w:p w14:paraId="0BBB0C53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Pompa di circolazione ad alta efficienza (ErP)</w:t>
            </w:r>
          </w:p>
          <w:p w14:paraId="21D47DC2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Trasduttore di pressione acqua</w:t>
            </w:r>
          </w:p>
          <w:p w14:paraId="6FE943E4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sfiato aria automatica e valvola di sicurezza</w:t>
            </w:r>
          </w:p>
          <w:p w14:paraId="62DE842A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0D812AEF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2F58C6FA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lastRenderedPageBreak/>
              <w:t>Sistema elettronico per la gestione di tutte le funzioni di sicurezza e di controllo, con display LCD retroilluminato e tastiera</w:t>
            </w:r>
          </w:p>
          <w:p w14:paraId="7BD6287A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Protezione antigelo</w:t>
            </w:r>
          </w:p>
          <w:p w14:paraId="61DBD158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motorizzata a 3 vie di serie</w:t>
            </w:r>
          </w:p>
          <w:p w14:paraId="48FB1514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6364809F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Flussostato acqua sanitaria</w:t>
            </w:r>
          </w:p>
          <w:p w14:paraId="21A7443B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F15790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13A5B">
              <w:rPr>
                <w:rFonts w:ascii="Poppins" w:hAnsi="Poppins" w:cs="Poppins"/>
                <w:b/>
                <w:bCs/>
              </w:rPr>
              <w:t>Dati tecnici:</w:t>
            </w:r>
          </w:p>
          <w:p w14:paraId="4DB8F7C5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11051D">
              <w:rPr>
                <w:rFonts w:ascii="Cambria" w:hAnsi="Cambria" w:cs="Cambria"/>
              </w:rPr>
              <w:t>η</w:t>
            </w:r>
            <w:r w:rsidRPr="0011051D">
              <w:rPr>
                <w:rFonts w:ascii="Poppins" w:hAnsi="Poppins" w:cs="Poppins"/>
              </w:rPr>
              <w:t>s: 93 %</w:t>
            </w:r>
          </w:p>
          <w:p w14:paraId="4C060CD8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 xml:space="preserve">Efficienza utile in produzione sanitaria </w:t>
            </w:r>
            <w:r w:rsidRPr="0011051D">
              <w:rPr>
                <w:rFonts w:ascii="Cambria" w:hAnsi="Cambria" w:cs="Cambria"/>
              </w:rPr>
              <w:t>η</w:t>
            </w:r>
            <w:r w:rsidRPr="0011051D">
              <w:rPr>
                <w:rFonts w:ascii="Poppins" w:hAnsi="Poppins" w:cs="Poppins"/>
              </w:rPr>
              <w:t>wh: 85 %</w:t>
            </w:r>
          </w:p>
          <w:p w14:paraId="1F2790DD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Potenza termica utile alla potenza nominale (80/60 °C) P</w:t>
            </w:r>
            <w:r w:rsidRPr="0011051D">
              <w:rPr>
                <w:rFonts w:ascii="Poppins" w:hAnsi="Poppins" w:cs="Poppins"/>
                <w:vertAlign w:val="subscript"/>
              </w:rPr>
              <w:t>4</w:t>
            </w:r>
            <w:r w:rsidRPr="0011051D">
              <w:rPr>
                <w:rFonts w:ascii="Poppins" w:hAnsi="Poppins" w:cs="Poppins"/>
              </w:rPr>
              <w:t xml:space="preserve">: 24,4 kW Efficienza utile alla potenza termica nominale (80/60 °C) </w:t>
            </w:r>
            <w:r w:rsidRPr="0011051D">
              <w:rPr>
                <w:rFonts w:ascii="Cambria" w:hAnsi="Cambria" w:cs="Cambria"/>
              </w:rPr>
              <w:t>η</w:t>
            </w:r>
            <w:r w:rsidRPr="0011051D">
              <w:rPr>
                <w:rFonts w:ascii="Poppins" w:hAnsi="Poppins" w:cs="Poppins"/>
              </w:rPr>
              <w:t>4: 88,1 %</w:t>
            </w:r>
          </w:p>
          <w:p w14:paraId="4BED3252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 xml:space="preserve">Potenza termica utile al 30% potenza termica nominale (30 °C) P1: 8,2 kW </w:t>
            </w:r>
          </w:p>
          <w:p w14:paraId="65B04AEE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11051D">
              <w:rPr>
                <w:rFonts w:ascii="Cambria" w:hAnsi="Cambria" w:cs="Cambria"/>
              </w:rPr>
              <w:t>η</w:t>
            </w:r>
            <w:r w:rsidRPr="0011051D">
              <w:rPr>
                <w:rFonts w:ascii="Poppins" w:hAnsi="Poppins" w:cs="Poppins"/>
              </w:rPr>
              <w:t>1: 97,8 %</w:t>
            </w:r>
          </w:p>
          <w:p w14:paraId="37376FD1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 xml:space="preserve">Portata termica nominale al focolare riferita al PCI pari a 25,0 kW </w:t>
            </w:r>
          </w:p>
          <w:p w14:paraId="64C97938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Portata termica minima al focolare riferita al PCI pari a 5,0 kW</w:t>
            </w:r>
          </w:p>
          <w:p w14:paraId="203C4073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Gas: metano G20</w:t>
            </w:r>
          </w:p>
          <w:p w14:paraId="42812CDB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Temperatura di mandata scorrevole con sonda esterna opzionale, fornibile a parte</w:t>
            </w:r>
          </w:p>
          <w:p w14:paraId="70A2A66C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Grado di protezione IPX4D (IP X0D nel caso installazione B23)</w:t>
            </w:r>
          </w:p>
          <w:p w14:paraId="2AD76769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Dimensioni (L x H x P) = 430 x 736 x 250 [mm]</w:t>
            </w:r>
          </w:p>
          <w:p w14:paraId="24A6E975" w14:textId="77777777" w:rsidR="006F5184" w:rsidRPr="0011051D" w:rsidRDefault="006F5184" w:rsidP="00021373">
            <w:pPr>
              <w:pStyle w:val="Paragrafoelenco"/>
              <w:numPr>
                <w:ilvl w:val="0"/>
                <w:numId w:val="15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 xml:space="preserve">Peso a vuoto: 42 kg </w:t>
            </w:r>
          </w:p>
          <w:p w14:paraId="3256FDD4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8EF7F36" w14:textId="4E547D10" w:rsidR="006F5184" w:rsidRPr="00E37CDF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Marca 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013A5B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X25K - metano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F5184" w:rsidRPr="00013A5B" w14:paraId="6F031F39" w14:textId="77777777" w:rsidTr="009E7B5E">
        <w:tc>
          <w:tcPr>
            <w:tcW w:w="1398" w:type="dxa"/>
          </w:tcPr>
          <w:p w14:paraId="3103388F" w14:textId="5A495691" w:rsidR="006F5184" w:rsidRPr="00E37CDF" w:rsidRDefault="006F5184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lastRenderedPageBreak/>
              <w:t>0744</w:t>
            </w:r>
            <w:r>
              <w:rPr>
                <w:rFonts w:ascii="Poppins" w:hAnsi="Poppins" w:cs="Poppins"/>
                <w:sz w:val="20"/>
              </w:rPr>
              <w:t>5002</w:t>
            </w:r>
          </w:p>
        </w:tc>
        <w:tc>
          <w:tcPr>
            <w:tcW w:w="2297" w:type="dxa"/>
          </w:tcPr>
          <w:p w14:paraId="639D9C0A" w14:textId="4C67305B" w:rsidR="006F5184" w:rsidRPr="00E37CDF" w:rsidRDefault="006F5184" w:rsidP="006F5184">
            <w:pPr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Caldaia a condensazione etiKa X25K - Gpl</w:t>
            </w:r>
          </w:p>
        </w:tc>
        <w:tc>
          <w:tcPr>
            <w:tcW w:w="5803" w:type="dxa"/>
          </w:tcPr>
          <w:p w14:paraId="5D912664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 xml:space="preserve">Generatore di calore pensile ad acqua calda a condensazione, per produzione rapida di acqua calda sanitaria, a camera stagna dotata di bruciatore premiscelato. Modulazione continua della potenza con rapporto di modulazione tra potenza minima e potenza massima 1:5. Elevato rendimento e basse emissioni </w:t>
            </w:r>
            <w:r w:rsidRPr="00013A5B">
              <w:rPr>
                <w:rFonts w:ascii="Poppins" w:hAnsi="Poppins" w:cs="Poppins"/>
                <w:sz w:val="20"/>
              </w:rPr>
              <w:lastRenderedPageBreak/>
              <w:t>inquinanti di CO e NOx (classe 6 rif. UNI EN 15502-1:2012+A1:2015).</w:t>
            </w:r>
          </w:p>
          <w:p w14:paraId="247AA272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0FB6BA45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7014AE26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69D3C6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4AEE4964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primario in acciaio inox di tipo tubulare disposto in verticale senza saldature</w:t>
            </w:r>
          </w:p>
          <w:p w14:paraId="328261D6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Bruciatore in acciaio contro la corrosione da parte della condensa acida</w:t>
            </w:r>
          </w:p>
          <w:p w14:paraId="4EF026C8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gas pneumatica</w:t>
            </w:r>
          </w:p>
          <w:p w14:paraId="6E0CB0E7" w14:textId="77777777" w:rsidR="006F5184" w:rsidRPr="009216C6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77EB7D7C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Ventilatore brush less</w:t>
            </w:r>
          </w:p>
          <w:p w14:paraId="2039E9B9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Controllo di fiamma a ionizzazione</w:t>
            </w:r>
          </w:p>
          <w:p w14:paraId="68C8126E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Elettrodo di accensione</w:t>
            </w:r>
          </w:p>
          <w:p w14:paraId="5E77F6F4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3B49C52F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Sonda temperatura fumi</w:t>
            </w:r>
          </w:p>
          <w:p w14:paraId="181E6E0C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Pompa di circolazione ad alta efficienza (ErP)</w:t>
            </w:r>
          </w:p>
          <w:p w14:paraId="62709142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Trasduttore di pressione acqua</w:t>
            </w:r>
          </w:p>
          <w:p w14:paraId="13817515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sfiato aria automatica e valvola di sicurezza</w:t>
            </w:r>
          </w:p>
          <w:p w14:paraId="687573E1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7CEB62FD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6D418575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05A9DBF5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Protezione antigelo</w:t>
            </w:r>
          </w:p>
          <w:p w14:paraId="6068029F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motorizzata a 3 vie di serie</w:t>
            </w:r>
          </w:p>
          <w:p w14:paraId="11396595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61FAB41B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Flussostato acqua sanitaria</w:t>
            </w:r>
          </w:p>
          <w:p w14:paraId="69DC6BBD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1E1C22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13A5B">
              <w:rPr>
                <w:rFonts w:ascii="Poppins" w:hAnsi="Poppins" w:cs="Poppins"/>
                <w:b/>
                <w:bCs/>
              </w:rPr>
              <w:t>Dati tecnici:</w:t>
            </w:r>
          </w:p>
          <w:p w14:paraId="462A2276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s: 93 %</w:t>
            </w:r>
          </w:p>
          <w:p w14:paraId="5978E81A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in produzione sanitaria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wh: 85 %</w:t>
            </w:r>
          </w:p>
          <w:p w14:paraId="0E6D021E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alla potenza nominale (80/60 °C) P</w:t>
            </w:r>
            <w:r w:rsidRPr="00E8469F">
              <w:rPr>
                <w:rFonts w:ascii="Poppins" w:hAnsi="Poppins" w:cs="Poppins"/>
                <w:vertAlign w:val="subscript"/>
              </w:rPr>
              <w:t>4</w:t>
            </w:r>
            <w:r w:rsidRPr="00E8469F">
              <w:rPr>
                <w:rFonts w:ascii="Poppins" w:hAnsi="Poppins" w:cs="Poppins"/>
              </w:rPr>
              <w:t xml:space="preserve">: 24,4 kW Efficienza utile alla potenza termica nominale (80/60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4: 88,1 %</w:t>
            </w:r>
          </w:p>
          <w:p w14:paraId="06F6F61E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lastRenderedPageBreak/>
              <w:t xml:space="preserve">Potenza termica utile al 30% potenza termica nominale (30 °C) P1: 8,2 kW </w:t>
            </w:r>
          </w:p>
          <w:p w14:paraId="4B4C9FBC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1: 97,8 %</w:t>
            </w:r>
          </w:p>
          <w:p w14:paraId="5598CA09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nominale al focolare riferita al PCI pari a 25,0 kW </w:t>
            </w:r>
          </w:p>
          <w:p w14:paraId="618B93D5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Portata termica minima al focolare riferita al PCI pari a 5,0 kW</w:t>
            </w:r>
          </w:p>
          <w:p w14:paraId="42B3470B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Gas: Gpl G31</w:t>
            </w:r>
          </w:p>
          <w:p w14:paraId="72B943B7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Temperatura di mandata scorrevole con sonda esterna opzionale, fornibile a parte</w:t>
            </w:r>
          </w:p>
          <w:p w14:paraId="4867B1B3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Grado di protezione IPX4D (IP X0D nel caso installazione B23)</w:t>
            </w:r>
          </w:p>
          <w:p w14:paraId="4D19015C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Dimensioni (L x H x P) = 430 x 736 x 250 [mm]</w:t>
            </w:r>
          </w:p>
          <w:p w14:paraId="5355FE63" w14:textId="77777777" w:rsidR="006F5184" w:rsidRPr="00E8469F" w:rsidRDefault="006F5184" w:rsidP="00021373">
            <w:pPr>
              <w:pStyle w:val="Paragrafoelenco"/>
              <w:numPr>
                <w:ilvl w:val="0"/>
                <w:numId w:val="16"/>
              </w:numPr>
              <w:tabs>
                <w:tab w:val="num" w:pos="271"/>
              </w:tabs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Peso a vuoto: 42 kg </w:t>
            </w:r>
          </w:p>
          <w:p w14:paraId="250CFF3F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B97862C" w14:textId="7EA8E136" w:rsidR="006F5184" w:rsidRPr="00E37CDF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Marca 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013A5B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X25K - metano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F5184" w:rsidRPr="00013A5B" w14:paraId="5BC2B9EC" w14:textId="77777777" w:rsidTr="009E7B5E">
        <w:tc>
          <w:tcPr>
            <w:tcW w:w="1398" w:type="dxa"/>
          </w:tcPr>
          <w:p w14:paraId="65D1B45B" w14:textId="0FD07240" w:rsidR="006F5184" w:rsidRPr="00E37CDF" w:rsidRDefault="006F5184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lastRenderedPageBreak/>
              <w:t>0744</w:t>
            </w:r>
            <w:r>
              <w:rPr>
                <w:rFonts w:ascii="Poppins" w:hAnsi="Poppins" w:cs="Poppins"/>
                <w:sz w:val="20"/>
              </w:rPr>
              <w:t>5004</w:t>
            </w:r>
          </w:p>
        </w:tc>
        <w:tc>
          <w:tcPr>
            <w:tcW w:w="2297" w:type="dxa"/>
          </w:tcPr>
          <w:p w14:paraId="39010191" w14:textId="1F7E24D2" w:rsidR="006F5184" w:rsidRPr="00E37CDF" w:rsidRDefault="006F5184" w:rsidP="006F5184">
            <w:pPr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Caldaia a condensazione etiKa X30K - metano</w:t>
            </w:r>
          </w:p>
        </w:tc>
        <w:tc>
          <w:tcPr>
            <w:tcW w:w="5803" w:type="dxa"/>
          </w:tcPr>
          <w:p w14:paraId="4132DCFC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1:5. Elevato rendimento e basse emissioni inquinanti di CO e NOx (classe 6 rif. UNI EN 15502-1:2012+A1:2015).</w:t>
            </w:r>
          </w:p>
          <w:p w14:paraId="57548869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61020E51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26EC2207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BE22FE6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3F545DBA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primario in acciaio inox di tipo tubulare disposto in verticale senza saldature</w:t>
            </w:r>
          </w:p>
          <w:p w14:paraId="229C73E0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Bruciatore in acciaio contro la corrosione da parte della condensa acida</w:t>
            </w:r>
          </w:p>
          <w:p w14:paraId="671620E7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gas pneumatica</w:t>
            </w:r>
          </w:p>
          <w:p w14:paraId="56F93787" w14:textId="77777777" w:rsidR="006F5184" w:rsidRPr="009216C6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31D40851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Ventilatore brush less</w:t>
            </w:r>
          </w:p>
          <w:p w14:paraId="2E4FCFD6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Controllo di fiamma a ionizzazione</w:t>
            </w:r>
          </w:p>
          <w:p w14:paraId="46E5185D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Elettrodo di accensione</w:t>
            </w:r>
          </w:p>
          <w:p w14:paraId="5DE47689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20A43BF0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lastRenderedPageBreak/>
              <w:t>Sonda temperatura fumi</w:t>
            </w:r>
          </w:p>
          <w:p w14:paraId="579C3BAE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Pompa di circolazione ad alta efficienza (ErP)</w:t>
            </w:r>
          </w:p>
          <w:p w14:paraId="1FAA65B8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Trasduttore di pressione acqua</w:t>
            </w:r>
          </w:p>
          <w:p w14:paraId="670CFFB6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sfiato aria automatica e valvola di sicurezza</w:t>
            </w:r>
          </w:p>
          <w:p w14:paraId="78BAC7F9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30969A03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1C9F36FD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230D4FD8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Protezione antigelo</w:t>
            </w:r>
          </w:p>
          <w:p w14:paraId="50BCD354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motorizzata a 3 vie di serie</w:t>
            </w:r>
          </w:p>
          <w:p w14:paraId="770430C1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76CF43E3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Flussostato acqua sanitaria</w:t>
            </w:r>
          </w:p>
          <w:p w14:paraId="086C4B56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D92DD10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13A5B">
              <w:rPr>
                <w:rFonts w:ascii="Poppins" w:hAnsi="Poppins" w:cs="Poppins"/>
                <w:b/>
                <w:bCs/>
              </w:rPr>
              <w:t>Dati tecnici:</w:t>
            </w:r>
          </w:p>
          <w:p w14:paraId="463778D7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s: 93 %</w:t>
            </w:r>
          </w:p>
          <w:p w14:paraId="5923BBA0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in produzione sanitaria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wh: 85 %</w:t>
            </w:r>
          </w:p>
          <w:p w14:paraId="4AE1DC11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alla potenza nominale (80/60 °C) P</w:t>
            </w:r>
            <w:r w:rsidRPr="00E8469F">
              <w:rPr>
                <w:rFonts w:ascii="Poppins" w:hAnsi="Poppins" w:cs="Poppins"/>
                <w:vertAlign w:val="subscript"/>
              </w:rPr>
              <w:t>4</w:t>
            </w:r>
            <w:r w:rsidRPr="00E8469F">
              <w:rPr>
                <w:rFonts w:ascii="Poppins" w:hAnsi="Poppins" w:cs="Poppins"/>
              </w:rPr>
              <w:t xml:space="preserve">: 29,3 kW </w:t>
            </w:r>
          </w:p>
          <w:p w14:paraId="55C44414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alla potenza termica nominale (80/60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4: 88,1 %</w:t>
            </w:r>
          </w:p>
          <w:p w14:paraId="65748D2D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 30% potenza termica nominale (30 °C) P</w:t>
            </w:r>
            <w:r w:rsidRPr="00E8469F">
              <w:rPr>
                <w:rFonts w:ascii="Poppins" w:hAnsi="Poppins" w:cs="Poppins"/>
                <w:vertAlign w:val="subscript"/>
              </w:rPr>
              <w:t>1</w:t>
            </w:r>
            <w:r w:rsidRPr="00E8469F">
              <w:rPr>
                <w:rFonts w:ascii="Poppins" w:hAnsi="Poppins" w:cs="Poppins"/>
              </w:rPr>
              <w:t xml:space="preserve">: 9,5 kW </w:t>
            </w:r>
          </w:p>
          <w:p w14:paraId="4358F65A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1: 97,8 %</w:t>
            </w:r>
          </w:p>
          <w:p w14:paraId="46EFAFF7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nominale al focolare riferita al PCI pari a 30,0 </w:t>
            </w:r>
          </w:p>
          <w:p w14:paraId="743E6554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minima al focolare riferita al PCI pari a 6,0 kW </w:t>
            </w:r>
          </w:p>
          <w:p w14:paraId="18C2361D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Gas: Metano G20</w:t>
            </w:r>
          </w:p>
          <w:p w14:paraId="6DA2ADE8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Temperatura di mandata scorrevole con sonda esterna opzionale, fornibile a parte</w:t>
            </w:r>
          </w:p>
          <w:p w14:paraId="14F6800A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Grado di protezione IPX4D (IP X0D nel caso installazione B23)</w:t>
            </w:r>
          </w:p>
          <w:p w14:paraId="4F9AC2B1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Dimensioni (L x H x P) = 430 x 736 x 250 [mm]</w:t>
            </w:r>
          </w:p>
          <w:p w14:paraId="7F2BEFF1" w14:textId="77777777" w:rsidR="006F5184" w:rsidRPr="00E8469F" w:rsidRDefault="006F5184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Peso a vuoto: 44 kg </w:t>
            </w:r>
          </w:p>
          <w:p w14:paraId="53A0E31E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16ADD90" w14:textId="5E35C565" w:rsidR="006F5184" w:rsidRPr="00E37CDF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lastRenderedPageBreak/>
              <w:t>Marca 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013A5B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X30K - metano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F5184" w:rsidRPr="00013A5B" w14:paraId="57DDEAE6" w14:textId="77777777" w:rsidTr="009E7B5E">
        <w:tc>
          <w:tcPr>
            <w:tcW w:w="1398" w:type="dxa"/>
          </w:tcPr>
          <w:p w14:paraId="5863800E" w14:textId="45811C5B" w:rsidR="006F5184" w:rsidRPr="00E37CDF" w:rsidRDefault="006F5184" w:rsidP="009216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lastRenderedPageBreak/>
              <w:t>0744</w:t>
            </w:r>
            <w:r>
              <w:rPr>
                <w:rFonts w:ascii="Poppins" w:hAnsi="Poppins" w:cs="Poppins"/>
                <w:sz w:val="20"/>
              </w:rPr>
              <w:t>5006</w:t>
            </w:r>
          </w:p>
        </w:tc>
        <w:tc>
          <w:tcPr>
            <w:tcW w:w="2297" w:type="dxa"/>
          </w:tcPr>
          <w:p w14:paraId="7C347372" w14:textId="2C43DA14" w:rsidR="006F5184" w:rsidRPr="00E37CDF" w:rsidRDefault="006F5184" w:rsidP="006F5184">
            <w:pPr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Caldaia a condensazione etiKa X30K - Gpl</w:t>
            </w:r>
          </w:p>
        </w:tc>
        <w:tc>
          <w:tcPr>
            <w:tcW w:w="5803" w:type="dxa"/>
          </w:tcPr>
          <w:p w14:paraId="47DF4C63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1:5. Elevato rendimento e basse emissioni inquinanti di CO e NOx (classe 6 rif. UNI EN 15502-1:2012+A1:2015).</w:t>
            </w:r>
          </w:p>
          <w:p w14:paraId="5C825385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0ECB0231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1D1FC25B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66FEB82" w14:textId="77777777" w:rsidR="006F5184" w:rsidRPr="00013A5B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6EAABAE2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primario in acciaio inox di tipo tubulare disposto in verticale senza saldature</w:t>
            </w:r>
          </w:p>
          <w:p w14:paraId="26D05615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Bruciatore in acciaio contro la corrosione da parte della condensa acida</w:t>
            </w:r>
          </w:p>
          <w:p w14:paraId="21831F59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gas pneumatica</w:t>
            </w:r>
          </w:p>
          <w:p w14:paraId="3E566A41" w14:textId="77777777" w:rsidR="006F5184" w:rsidRPr="009216C6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  <w:lang w:val="en-GB"/>
              </w:rPr>
            </w:pPr>
            <w:r w:rsidRPr="009216C6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1437200D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Ventilatore brush less</w:t>
            </w:r>
          </w:p>
          <w:p w14:paraId="21D53D6F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Controllo di fiamma a ionizzazione</w:t>
            </w:r>
          </w:p>
          <w:p w14:paraId="0CA29355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Elettrodo di accensione</w:t>
            </w:r>
          </w:p>
          <w:p w14:paraId="53FAECB5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5C57CADF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Sonda temperatura fumi</w:t>
            </w:r>
          </w:p>
          <w:p w14:paraId="2F0EB52A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Pompa di circolazione ad alta efficienza (ErP)</w:t>
            </w:r>
          </w:p>
          <w:p w14:paraId="6248D22A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Trasduttore di pressione acqua</w:t>
            </w:r>
          </w:p>
          <w:p w14:paraId="1EB38128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sfiato aria automatica e valvola di sicurezza</w:t>
            </w:r>
          </w:p>
          <w:p w14:paraId="676EA496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1AACEC28" w14:textId="77777777" w:rsidR="006F5184" w:rsidRPr="00013A5B" w:rsidRDefault="006F5184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76EC6FF4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678FD109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Protezione antigelo</w:t>
            </w:r>
          </w:p>
          <w:p w14:paraId="1353279B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motorizzata a 3 vie di serie</w:t>
            </w:r>
          </w:p>
          <w:p w14:paraId="782316E8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7532CBEC" w14:textId="77777777" w:rsidR="006F5184" w:rsidRPr="0011051D" w:rsidRDefault="006F5184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Flussostato acqua sanitaria</w:t>
            </w:r>
          </w:p>
          <w:p w14:paraId="38C61080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73CA68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13A5B">
              <w:rPr>
                <w:rFonts w:ascii="Poppins" w:hAnsi="Poppins" w:cs="Poppins"/>
                <w:b/>
                <w:bCs/>
              </w:rPr>
              <w:lastRenderedPageBreak/>
              <w:t>Dati tecnici:</w:t>
            </w:r>
          </w:p>
          <w:p w14:paraId="7228AB54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s: 93 %</w:t>
            </w:r>
          </w:p>
          <w:p w14:paraId="1D41B486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in produzione sanitaria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wh: 85 %</w:t>
            </w:r>
          </w:p>
          <w:p w14:paraId="7CB727A8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alla potenza nominale (80/60 °C) P</w:t>
            </w:r>
            <w:r w:rsidRPr="00E8469F">
              <w:rPr>
                <w:rFonts w:ascii="Poppins" w:hAnsi="Poppins" w:cs="Poppins"/>
                <w:vertAlign w:val="subscript"/>
              </w:rPr>
              <w:t>4</w:t>
            </w:r>
            <w:r w:rsidRPr="00E8469F">
              <w:rPr>
                <w:rFonts w:ascii="Poppins" w:hAnsi="Poppins" w:cs="Poppins"/>
              </w:rPr>
              <w:t xml:space="preserve">: 29,3 kW </w:t>
            </w:r>
          </w:p>
          <w:p w14:paraId="197953F7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alla potenza termica nominale (80/60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4: 88,1 %</w:t>
            </w:r>
          </w:p>
          <w:p w14:paraId="5E96EEFD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 30% potenza termica nominale (30 °C) P</w:t>
            </w:r>
            <w:r w:rsidRPr="00E8469F">
              <w:rPr>
                <w:rFonts w:ascii="Poppins" w:hAnsi="Poppins" w:cs="Poppins"/>
                <w:vertAlign w:val="subscript"/>
              </w:rPr>
              <w:t>1</w:t>
            </w:r>
            <w:r w:rsidRPr="00E8469F">
              <w:rPr>
                <w:rFonts w:ascii="Poppins" w:hAnsi="Poppins" w:cs="Poppins"/>
              </w:rPr>
              <w:t xml:space="preserve">: 9,5 kW </w:t>
            </w:r>
          </w:p>
          <w:p w14:paraId="5F5B4BF5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1: 97,8 %</w:t>
            </w:r>
          </w:p>
          <w:p w14:paraId="4C7DCCFF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nominale al focolare riferita al PCI pari a 30,0 </w:t>
            </w:r>
          </w:p>
          <w:p w14:paraId="112E280F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minima al focolare riferita al PCI pari a 6,0 kW </w:t>
            </w:r>
          </w:p>
          <w:p w14:paraId="32C37DA0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Gas: Gpl G31</w:t>
            </w:r>
          </w:p>
          <w:p w14:paraId="10B7231E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Temperatura di mandata scorrevole con sonda esterna opzionale, fornibile a parte</w:t>
            </w:r>
          </w:p>
          <w:p w14:paraId="5CCAEE05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Grado di protezione IPX4D (IP X0D nel caso installazione B23)</w:t>
            </w:r>
          </w:p>
          <w:p w14:paraId="701A1187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Dimensioni (L x H x P) = 430 x 736 x 250 [mm]</w:t>
            </w:r>
          </w:p>
          <w:p w14:paraId="331F4E79" w14:textId="77777777" w:rsidR="006F5184" w:rsidRPr="00E8469F" w:rsidRDefault="006F5184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Peso a vuoto: 44 kg </w:t>
            </w:r>
          </w:p>
          <w:p w14:paraId="5312371F" w14:textId="77777777" w:rsidR="006F5184" w:rsidRPr="00013A5B" w:rsidRDefault="006F5184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DCB35DB" w14:textId="7CD97ED1" w:rsidR="006F5184" w:rsidRPr="00E37CDF" w:rsidRDefault="006F5184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Marca 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013A5B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X30K - metano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61F4F" w:rsidRPr="00013A5B" w14:paraId="76D26950" w14:textId="77777777" w:rsidTr="009E7B5E">
        <w:tc>
          <w:tcPr>
            <w:tcW w:w="1398" w:type="dxa"/>
          </w:tcPr>
          <w:p w14:paraId="0D09866B" w14:textId="486D003C" w:rsidR="00661F4F" w:rsidRPr="00013A5B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4453E">
              <w:rPr>
                <w:rFonts w:ascii="Poppins" w:hAnsi="Poppins" w:cs="Poppins"/>
                <w:sz w:val="20"/>
              </w:rPr>
              <w:lastRenderedPageBreak/>
              <w:t>07444308</w:t>
            </w:r>
          </w:p>
        </w:tc>
        <w:tc>
          <w:tcPr>
            <w:tcW w:w="2297" w:type="dxa"/>
          </w:tcPr>
          <w:p w14:paraId="41766AA6" w14:textId="18AED8EA" w:rsidR="00661F4F" w:rsidRPr="00013A5B" w:rsidRDefault="00661F4F" w:rsidP="00661F4F">
            <w:pPr>
              <w:jc w:val="center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Caldaia a condensazione etiKa X3</w:t>
            </w:r>
            <w:r>
              <w:rPr>
                <w:rFonts w:ascii="Poppins" w:hAnsi="Poppins" w:cs="Poppins"/>
                <w:sz w:val="20"/>
              </w:rPr>
              <w:t>5</w:t>
            </w:r>
            <w:r w:rsidRPr="00013A5B">
              <w:rPr>
                <w:rFonts w:ascii="Poppins" w:hAnsi="Poppins" w:cs="Poppins"/>
                <w:sz w:val="20"/>
              </w:rPr>
              <w:t>K - metano</w:t>
            </w:r>
          </w:p>
        </w:tc>
        <w:tc>
          <w:tcPr>
            <w:tcW w:w="5803" w:type="dxa"/>
          </w:tcPr>
          <w:p w14:paraId="06C437B1" w14:textId="77777777" w:rsidR="00661F4F" w:rsidRPr="00013A5B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Generatore di calore pensile ad acqua calda a condensazione, per produzione rapida di acqua calda sanitaria, a camera stagna dotata di bruciatore premiscelato. Modulazione continua della potenza con rapporto di modulazione tra potenza minima e potenza massima 1:5. Elevato rendimento e basse emissioni inquinanti di CO e NOx (classe 6 rif. UNI EN 15502-1:2012+A1:2015).</w:t>
            </w:r>
          </w:p>
          <w:p w14:paraId="30993AFF" w14:textId="77777777" w:rsidR="00661F4F" w:rsidRPr="00013A5B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riscaldamento: classe A.</w:t>
            </w:r>
          </w:p>
          <w:p w14:paraId="01791D3C" w14:textId="77777777" w:rsidR="00661F4F" w:rsidRPr="00013A5B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Efficienza energetica in sanitario: classe A. Profilo di carico XL.</w:t>
            </w:r>
          </w:p>
          <w:p w14:paraId="1E633D0C" w14:textId="77777777" w:rsidR="00661F4F" w:rsidRPr="00013A5B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029BC51" w14:textId="77777777" w:rsidR="00661F4F" w:rsidRPr="00013A5B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La caldaia è composta da:</w:t>
            </w:r>
          </w:p>
          <w:p w14:paraId="3C2A554B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primario in acciaio inox di tipo tubulare disposto in verticale senza saldature</w:t>
            </w:r>
          </w:p>
          <w:p w14:paraId="3F16E295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lastRenderedPageBreak/>
              <w:t>Bruciatore in acciaio contro la corrosione da parte della condensa acida</w:t>
            </w:r>
          </w:p>
          <w:p w14:paraId="6BFF3AC7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gas pneumatica</w:t>
            </w:r>
          </w:p>
          <w:p w14:paraId="397EDD87" w14:textId="77777777" w:rsidR="00661F4F" w:rsidRPr="00661F4F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  <w:lang w:val="en-GB"/>
              </w:rPr>
            </w:pPr>
            <w:r w:rsidRPr="00661F4F">
              <w:rPr>
                <w:rFonts w:ascii="Poppins" w:hAnsi="Poppins" w:cs="Poppins"/>
                <w:lang w:val="en-GB"/>
              </w:rPr>
              <w:t>Mixer aria-gas “high modulation”</w:t>
            </w:r>
          </w:p>
          <w:p w14:paraId="530559FC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Ventilatore brush less</w:t>
            </w:r>
          </w:p>
          <w:p w14:paraId="0F59FF80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Controllo di fiamma a ionizzazione</w:t>
            </w:r>
          </w:p>
          <w:p w14:paraId="0AAB9B02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Elettrodo di accensione</w:t>
            </w:r>
          </w:p>
          <w:p w14:paraId="74665678" w14:textId="77777777" w:rsidR="00661F4F" w:rsidRPr="00013A5B" w:rsidRDefault="00661F4F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Sonde di temperatura di mandata e ritorno</w:t>
            </w:r>
          </w:p>
          <w:p w14:paraId="15102305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Sonda temperatura fumi</w:t>
            </w:r>
          </w:p>
          <w:p w14:paraId="271C402C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Pompa di circolazione ad alta efficienza (ErP)</w:t>
            </w:r>
          </w:p>
          <w:p w14:paraId="01D6AB29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Trasduttore di pressione acqua</w:t>
            </w:r>
          </w:p>
          <w:p w14:paraId="2370E8D6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sfiato aria automatica e valvola di sicurezza</w:t>
            </w:r>
          </w:p>
          <w:p w14:paraId="3DA12247" w14:textId="77777777" w:rsidR="00661F4F" w:rsidRPr="00013A5B" w:rsidRDefault="00661F4F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Rubinetto di carico idraulico</w:t>
            </w:r>
          </w:p>
          <w:p w14:paraId="69ACC1AD" w14:textId="77777777" w:rsidR="00661F4F" w:rsidRPr="00013A5B" w:rsidRDefault="00661F4F" w:rsidP="00021373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sz w:val="20"/>
              </w:rPr>
              <w:t>Vaso di espansione capacità nominale 10 litri</w:t>
            </w:r>
          </w:p>
          <w:p w14:paraId="238EF96B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Sistema elettronico per la gestione di tutte le funzioni di sicurezza e di controllo, con display LCD retroilluminato e tastiera</w:t>
            </w:r>
          </w:p>
          <w:p w14:paraId="3F03431B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Protezione antigelo</w:t>
            </w:r>
          </w:p>
          <w:p w14:paraId="7B32365A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Valvola motorizzata a 3 vie di serie</w:t>
            </w:r>
          </w:p>
          <w:p w14:paraId="505C08D7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Scambiatore a piastre per la produzione rapida di acqua calda sanitaria, 18 piastre</w:t>
            </w:r>
          </w:p>
          <w:p w14:paraId="75CBFA8A" w14:textId="77777777" w:rsidR="00661F4F" w:rsidRPr="0011051D" w:rsidRDefault="00661F4F" w:rsidP="00021373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11051D">
              <w:rPr>
                <w:rFonts w:ascii="Poppins" w:hAnsi="Poppins" w:cs="Poppins"/>
              </w:rPr>
              <w:t>Flussostato acqua sanitaria</w:t>
            </w:r>
          </w:p>
          <w:p w14:paraId="2D57898E" w14:textId="77777777" w:rsidR="00661F4F" w:rsidRPr="00013A5B" w:rsidRDefault="00661F4F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244C529" w14:textId="77777777" w:rsidR="00661F4F" w:rsidRPr="00013A5B" w:rsidRDefault="00661F4F" w:rsidP="00021373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13A5B">
              <w:rPr>
                <w:rFonts w:ascii="Poppins" w:hAnsi="Poppins" w:cs="Poppins"/>
                <w:b/>
                <w:bCs/>
              </w:rPr>
              <w:t>Dati tecnici:</w:t>
            </w:r>
          </w:p>
          <w:p w14:paraId="734C6EB0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energetica stagionale del riscaldamento d’ambiente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s: 93 %</w:t>
            </w:r>
          </w:p>
          <w:p w14:paraId="563F4A00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in produzione sanitaria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 xml:space="preserve">wh: </w:t>
            </w:r>
            <w:r>
              <w:rPr>
                <w:rFonts w:ascii="Poppins" w:hAnsi="Poppins" w:cs="Poppins"/>
              </w:rPr>
              <w:t>86,2</w:t>
            </w:r>
            <w:r w:rsidRPr="00E8469F">
              <w:rPr>
                <w:rFonts w:ascii="Poppins" w:hAnsi="Poppins" w:cs="Poppins"/>
              </w:rPr>
              <w:t xml:space="preserve"> %</w:t>
            </w:r>
          </w:p>
          <w:p w14:paraId="5506C9C6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alla potenza nominale (80/60 °C) P</w:t>
            </w:r>
            <w:r w:rsidRPr="00E8469F">
              <w:rPr>
                <w:rFonts w:ascii="Poppins" w:hAnsi="Poppins" w:cs="Poppins"/>
                <w:vertAlign w:val="subscript"/>
              </w:rPr>
              <w:t>4</w:t>
            </w:r>
            <w:r w:rsidRPr="00E8469F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34,4</w:t>
            </w:r>
            <w:r w:rsidRPr="00E8469F">
              <w:rPr>
                <w:rFonts w:ascii="Poppins" w:hAnsi="Poppins" w:cs="Poppins"/>
              </w:rPr>
              <w:t xml:space="preserve"> kW </w:t>
            </w:r>
          </w:p>
          <w:p w14:paraId="0077A0BA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alla potenza termica nominale (80/60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4: 88,</w:t>
            </w:r>
            <w:r>
              <w:rPr>
                <w:rFonts w:ascii="Poppins" w:hAnsi="Poppins" w:cs="Poppins"/>
              </w:rPr>
              <w:t>9</w:t>
            </w:r>
            <w:r w:rsidRPr="00E8469F">
              <w:rPr>
                <w:rFonts w:ascii="Poppins" w:hAnsi="Poppins" w:cs="Poppins"/>
              </w:rPr>
              <w:t xml:space="preserve"> %</w:t>
            </w:r>
          </w:p>
          <w:p w14:paraId="085DB359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Potenza termica utile al 30% potenza termica nominale (30 °C) P</w:t>
            </w:r>
            <w:r w:rsidRPr="00E8469F">
              <w:rPr>
                <w:rFonts w:ascii="Poppins" w:hAnsi="Poppins" w:cs="Poppins"/>
                <w:vertAlign w:val="subscript"/>
              </w:rPr>
              <w:t>1</w:t>
            </w:r>
            <w:r w:rsidRPr="00E8469F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11,4</w:t>
            </w:r>
            <w:r w:rsidRPr="00E8469F">
              <w:rPr>
                <w:rFonts w:ascii="Poppins" w:hAnsi="Poppins" w:cs="Poppins"/>
              </w:rPr>
              <w:t xml:space="preserve"> kW </w:t>
            </w:r>
          </w:p>
          <w:p w14:paraId="0DB62485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Efficienza utile al 30% potenza termica nominale (30 °C) </w:t>
            </w:r>
            <w:r w:rsidRPr="00E8469F">
              <w:rPr>
                <w:rFonts w:ascii="Cambria" w:hAnsi="Cambria" w:cs="Cambria"/>
              </w:rPr>
              <w:t>η</w:t>
            </w:r>
            <w:r w:rsidRPr="00E8469F">
              <w:rPr>
                <w:rFonts w:ascii="Poppins" w:hAnsi="Poppins" w:cs="Poppins"/>
              </w:rPr>
              <w:t>1: 9</w:t>
            </w:r>
            <w:r>
              <w:rPr>
                <w:rFonts w:ascii="Poppins" w:hAnsi="Poppins" w:cs="Poppins"/>
              </w:rPr>
              <w:t>8</w:t>
            </w:r>
            <w:r w:rsidRPr="00E8469F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4</w:t>
            </w:r>
            <w:r w:rsidRPr="00E8469F">
              <w:rPr>
                <w:rFonts w:ascii="Poppins" w:hAnsi="Poppins" w:cs="Poppins"/>
              </w:rPr>
              <w:t xml:space="preserve"> %</w:t>
            </w:r>
          </w:p>
          <w:p w14:paraId="1FA3B05D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nominale al focolare riferita al PCI pari a </w:t>
            </w:r>
            <w:r>
              <w:rPr>
                <w:rFonts w:ascii="Poppins" w:hAnsi="Poppins" w:cs="Poppins"/>
              </w:rPr>
              <w:t>34,8 kW</w:t>
            </w:r>
            <w:r w:rsidRPr="00E8469F">
              <w:rPr>
                <w:rFonts w:ascii="Poppins" w:hAnsi="Poppins" w:cs="Poppins"/>
              </w:rPr>
              <w:t xml:space="preserve"> </w:t>
            </w:r>
          </w:p>
          <w:p w14:paraId="65B197CB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Portata termica minima al focolare riferita al PCI pari a </w:t>
            </w:r>
            <w:r>
              <w:rPr>
                <w:rFonts w:ascii="Poppins" w:hAnsi="Poppins" w:cs="Poppins"/>
              </w:rPr>
              <w:t>7</w:t>
            </w:r>
            <w:r w:rsidRPr="00E8469F">
              <w:rPr>
                <w:rFonts w:ascii="Poppins" w:hAnsi="Poppins" w:cs="Poppins"/>
              </w:rPr>
              <w:t xml:space="preserve">,0 kW </w:t>
            </w:r>
          </w:p>
          <w:p w14:paraId="69192B2F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Gas: Metano G20</w:t>
            </w:r>
          </w:p>
          <w:p w14:paraId="059AA9E8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lastRenderedPageBreak/>
              <w:t>Temperatura di mandata scorrevole con sonda esterna opzionale, fornibile a parte</w:t>
            </w:r>
          </w:p>
          <w:p w14:paraId="1974D81D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Grado di protezione IPX4D (IP X0D nel caso installazione B23)</w:t>
            </w:r>
          </w:p>
          <w:p w14:paraId="3293982B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 xml:space="preserve">Dimensioni (L x H x P) = </w:t>
            </w:r>
            <w:r>
              <w:rPr>
                <w:rFonts w:ascii="Poppins" w:hAnsi="Poppins" w:cs="Poppins"/>
              </w:rPr>
              <w:t>736 x 430 x 250</w:t>
            </w:r>
            <w:r w:rsidRPr="00E8469F">
              <w:rPr>
                <w:rFonts w:ascii="Poppins" w:hAnsi="Poppins" w:cs="Poppins"/>
              </w:rPr>
              <w:t xml:space="preserve"> [mm]</w:t>
            </w:r>
          </w:p>
          <w:p w14:paraId="634175F9" w14:textId="77777777" w:rsidR="00661F4F" w:rsidRPr="00E8469F" w:rsidRDefault="00661F4F" w:rsidP="00021373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8469F">
              <w:rPr>
                <w:rFonts w:ascii="Poppins" w:hAnsi="Poppins" w:cs="Poppins"/>
              </w:rPr>
              <w:t>Peso a vuoto: 4</w:t>
            </w:r>
            <w:r>
              <w:rPr>
                <w:rFonts w:ascii="Poppins" w:hAnsi="Poppins" w:cs="Poppins"/>
              </w:rPr>
              <w:t>5</w:t>
            </w:r>
            <w:r w:rsidRPr="00E8469F">
              <w:rPr>
                <w:rFonts w:ascii="Poppins" w:hAnsi="Poppins" w:cs="Poppins"/>
              </w:rPr>
              <w:t xml:space="preserve"> kg </w:t>
            </w:r>
          </w:p>
          <w:p w14:paraId="6157AED1" w14:textId="77777777" w:rsidR="00661F4F" w:rsidRPr="00013A5B" w:rsidRDefault="00661F4F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6E6297C" w14:textId="7BDA6E33" w:rsidR="00661F4F" w:rsidRPr="00013A5B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13A5B">
              <w:rPr>
                <w:rFonts w:ascii="Poppins" w:hAnsi="Poppins" w:cs="Poppins"/>
                <w:b/>
                <w:bCs/>
                <w:sz w:val="20"/>
              </w:rPr>
              <w:t>Marca 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013A5B">
              <w:rPr>
                <w:rFonts w:ascii="Poppins" w:hAnsi="Poppins" w:cs="Poppins"/>
                <w:b/>
                <w:bCs/>
                <w:sz w:val="20"/>
              </w:rPr>
              <w:t xml:space="preserve"> – Modello Caldaia a condensazione etiKa X3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013A5B">
              <w:rPr>
                <w:rFonts w:ascii="Poppins" w:hAnsi="Poppins" w:cs="Poppins"/>
                <w:b/>
                <w:bCs/>
                <w:sz w:val="20"/>
              </w:rPr>
              <w:t>K - metano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61F4F" w:rsidRPr="00013A5B" w14:paraId="74D98212" w14:textId="77777777" w:rsidTr="009E7B5E">
        <w:tc>
          <w:tcPr>
            <w:tcW w:w="1398" w:type="dxa"/>
          </w:tcPr>
          <w:p w14:paraId="5C2F9DE7" w14:textId="495EAC0D" w:rsidR="00661F4F" w:rsidRPr="00013A5B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02716924</w:t>
            </w:r>
          </w:p>
        </w:tc>
        <w:tc>
          <w:tcPr>
            <w:tcW w:w="2297" w:type="dxa"/>
          </w:tcPr>
          <w:p w14:paraId="514DACE2" w14:textId="77777777" w:rsidR="00661F4F" w:rsidRPr="00E37CDF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7CDF">
              <w:rPr>
                <w:rFonts w:ascii="Poppins" w:hAnsi="Poppins" w:cs="Poppins"/>
                <w:bCs/>
                <w:sz w:val="20"/>
              </w:rPr>
              <w:t>Stazione Solare</w:t>
            </w:r>
          </w:p>
          <w:p w14:paraId="2BEE4B05" w14:textId="77777777" w:rsidR="00661F4F" w:rsidRPr="00E37CDF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7CDF">
              <w:rPr>
                <w:rFonts w:ascii="Poppins" w:hAnsi="Poppins" w:cs="Poppins"/>
                <w:bCs/>
                <w:sz w:val="20"/>
              </w:rPr>
              <w:t>ad una via</w:t>
            </w:r>
          </w:p>
          <w:p w14:paraId="29C989C0" w14:textId="407D9C67" w:rsidR="00661F4F" w:rsidRPr="00013A5B" w:rsidRDefault="00661F4F" w:rsidP="00661F4F">
            <w:pPr>
              <w:jc w:val="center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bCs/>
                <w:sz w:val="20"/>
              </w:rPr>
              <w:t>SS1V 12 N</w:t>
            </w:r>
            <w:r>
              <w:rPr>
                <w:rFonts w:ascii="Poppins" w:hAnsi="Poppins" w:cs="Poppins"/>
                <w:bCs/>
                <w:sz w:val="20"/>
              </w:rPr>
              <w:t>P</w:t>
            </w:r>
          </w:p>
        </w:tc>
        <w:tc>
          <w:tcPr>
            <w:tcW w:w="5803" w:type="dxa"/>
          </w:tcPr>
          <w:p w14:paraId="3E27AD26" w14:textId="77777777" w:rsidR="00661F4F" w:rsidRPr="00025027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025027">
              <w:rPr>
                <w:rFonts w:ascii="Poppins" w:hAnsi="Poppins" w:cs="Poppins"/>
                <w:sz w:val="20"/>
              </w:rPr>
              <w:t>Stazione solare ad una via di misura 12 mm.</w:t>
            </w:r>
          </w:p>
          <w:p w14:paraId="132A5BCE" w14:textId="77777777" w:rsidR="00661F4F" w:rsidRPr="00025027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10AEDF" w14:textId="77777777" w:rsidR="00661F4F" w:rsidRPr="00025027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25027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2A119454" w14:textId="56B7E50F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Pressione nominale: PN 10</w:t>
            </w:r>
          </w:p>
          <w:p w14:paraId="7F7422E5" w14:textId="68AABC82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Temperatura continua: 120°C (breve periodo: 160°C per 20 secondi)</w:t>
            </w:r>
          </w:p>
          <w:p w14:paraId="256B96DE" w14:textId="5DD47CED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Connessioni esterne: 1" M</w:t>
            </w:r>
          </w:p>
          <w:p w14:paraId="06E83A02" w14:textId="31815CE4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Centralina solare STDC 2015 precablata comprensiva di due sonde ad immersione PT1000 con cavo in silicone</w:t>
            </w:r>
          </w:p>
          <w:p w14:paraId="16060EE9" w14:textId="65ED5B35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Piastra metallica posteriore di fissaggio</w:t>
            </w:r>
          </w:p>
          <w:p w14:paraId="0176AC42" w14:textId="7ABA4198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Box di isolamento in EPP (Dimensioni: 215x440x150 mm)</w:t>
            </w:r>
          </w:p>
          <w:p w14:paraId="40BB0883" w14:textId="51C043CB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Alimentazione: 230 Vac, 50/60 Hz</w:t>
            </w:r>
          </w:p>
          <w:p w14:paraId="62426DB2" w14:textId="77D5193B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Assorbimento elettrico in stand-by:</w:t>
            </w:r>
          </w:p>
          <w:p w14:paraId="29771E62" w14:textId="0CDE1D4D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Circolatore: 0,8 W</w:t>
            </w:r>
          </w:p>
          <w:p w14:paraId="59D54B79" w14:textId="6CEE4E75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Centralina solare: 1,5 W</w:t>
            </w:r>
          </w:p>
          <w:p w14:paraId="66BD51CC" w14:textId="77777777" w:rsidR="00661F4F" w:rsidRPr="00025027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F7EE15" w14:textId="77777777" w:rsidR="00661F4F" w:rsidRPr="00025027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25027">
              <w:rPr>
                <w:rFonts w:ascii="Poppins" w:hAnsi="Poppins" w:cs="Poppins"/>
                <w:b/>
                <w:bCs/>
                <w:sz w:val="20"/>
              </w:rPr>
              <w:t>Caratteristiche del ritorno:</w:t>
            </w:r>
          </w:p>
          <w:p w14:paraId="2876EFD6" w14:textId="3A6F4848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Misuratore regolatore di portata con valvole di carico e scarico impianto</w:t>
            </w:r>
          </w:p>
          <w:p w14:paraId="07037025" w14:textId="43B00ED9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Valvola a sfera flangiata a 3 vie DN 20 con valvola di non ritorno 10 mbar provvisa di maniglia  portatermometro</w:t>
            </w:r>
          </w:p>
          <w:p w14:paraId="426A3367" w14:textId="10AA47C7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Gruppo di sicurezza 6 bar con manometro Ø 50 mm 0-10 bar con collegamento 3/4" M per vaso d'espansione</w:t>
            </w:r>
          </w:p>
          <w:p w14:paraId="6564A0E9" w14:textId="4EA95BCA" w:rsidR="00661F4F" w:rsidRPr="00025027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25027">
              <w:rPr>
                <w:rFonts w:ascii="Poppins" w:hAnsi="Poppins" w:cs="Poppins"/>
              </w:rPr>
              <w:t>Circolatore Para STG 25/7 regolazione con segnale PWM2 (solare) tramite centralina STDC 2015, velocità fisse, Delta p costante, PWM1 (riscaldamento)</w:t>
            </w:r>
          </w:p>
          <w:p w14:paraId="607DFDE2" w14:textId="77777777" w:rsidR="00661F4F" w:rsidRPr="00025027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B654A1" w14:textId="69FB6335" w:rsidR="00661F4F" w:rsidRPr="00025027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25027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- Modello Stazione solare ad una via SS1V 12 NP o equivalente.</w:t>
            </w:r>
          </w:p>
        </w:tc>
      </w:tr>
      <w:tr w:rsidR="00661F4F" w:rsidRPr="00013A5B" w14:paraId="5560765E" w14:textId="77777777" w:rsidTr="009E7B5E">
        <w:tc>
          <w:tcPr>
            <w:tcW w:w="1398" w:type="dxa"/>
          </w:tcPr>
          <w:p w14:paraId="6FEB8B94" w14:textId="23B50F90" w:rsidR="00661F4F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07449026</w:t>
            </w:r>
          </w:p>
        </w:tc>
        <w:tc>
          <w:tcPr>
            <w:tcW w:w="2297" w:type="dxa"/>
          </w:tcPr>
          <w:p w14:paraId="30962A22" w14:textId="77777777" w:rsidR="00661F4F" w:rsidRPr="0073061C" w:rsidRDefault="00661F4F" w:rsidP="00661F4F">
            <w:pPr>
              <w:pStyle w:val="Intestazione"/>
              <w:jc w:val="center"/>
              <w:rPr>
                <w:rFonts w:ascii="Poppins" w:hAnsi="Poppins" w:cs="Poppins"/>
                <w:bCs/>
                <w:sz w:val="20"/>
              </w:rPr>
            </w:pPr>
            <w:r w:rsidRPr="0073061C">
              <w:rPr>
                <w:rFonts w:ascii="Poppins" w:hAnsi="Poppins" w:cs="Poppins"/>
                <w:bCs/>
                <w:sz w:val="20"/>
              </w:rPr>
              <w:t>Kit di collegamento Stazione solare SS1V 12 NP all'accumulo del sistema</w:t>
            </w:r>
          </w:p>
          <w:p w14:paraId="3A56ADB8" w14:textId="0BDB262F" w:rsidR="00661F4F" w:rsidRPr="00E37CDF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3061C">
              <w:rPr>
                <w:rFonts w:ascii="Poppins" w:hAnsi="Poppins" w:cs="Poppins"/>
                <w:bCs/>
                <w:sz w:val="20"/>
              </w:rPr>
              <w:t>ibrido KSE</w:t>
            </w:r>
          </w:p>
        </w:tc>
        <w:tc>
          <w:tcPr>
            <w:tcW w:w="5803" w:type="dxa"/>
          </w:tcPr>
          <w:p w14:paraId="750A0758" w14:textId="271D291D" w:rsidR="00661F4F" w:rsidRPr="00E2695C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  <w:r w:rsidRPr="00E2695C">
              <w:rPr>
                <w:rFonts w:ascii="Poppins" w:hAnsi="Poppins" w:cs="Poppins"/>
                <w:sz w:val="20"/>
              </w:rPr>
              <w:t xml:space="preserve">Kit di collegamento Stazione solare SS1V 12 NP </w:t>
            </w:r>
            <w:r>
              <w:rPr>
                <w:rFonts w:ascii="Poppins" w:hAnsi="Poppins" w:cs="Poppins"/>
                <w:sz w:val="20"/>
              </w:rPr>
              <w:t>a</w:t>
            </w:r>
            <w:r w:rsidRPr="00E2695C">
              <w:rPr>
                <w:rFonts w:ascii="Poppins" w:hAnsi="Poppins" w:cs="Poppins"/>
                <w:sz w:val="20"/>
              </w:rPr>
              <w:t>ll'accumulo del sistema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2695C">
              <w:rPr>
                <w:rFonts w:ascii="Poppins" w:hAnsi="Poppins" w:cs="Poppins"/>
                <w:sz w:val="20"/>
              </w:rPr>
              <w:t>ibrido KSE.</w:t>
            </w:r>
          </w:p>
          <w:p w14:paraId="1CC8B9D3" w14:textId="77777777" w:rsidR="00661F4F" w:rsidRPr="00E2695C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8D9B0F" w14:textId="77777777" w:rsidR="00661F4F" w:rsidRPr="00E2695C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2695C">
              <w:rPr>
                <w:rFonts w:ascii="Poppins" w:hAnsi="Poppins" w:cs="Poppins"/>
                <w:b/>
                <w:bCs/>
                <w:sz w:val="20"/>
              </w:rPr>
              <w:t>Composizione:</w:t>
            </w:r>
          </w:p>
          <w:p w14:paraId="408009B3" w14:textId="1FA90E59" w:rsidR="00661F4F" w:rsidRPr="00E2695C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2695C">
              <w:rPr>
                <w:rFonts w:ascii="Poppins" w:hAnsi="Poppins" w:cs="Poppins"/>
              </w:rPr>
              <w:t>1 vaso di espansione 12 litri per impianto solare, completo di staffa di fissaggio</w:t>
            </w:r>
          </w:p>
          <w:p w14:paraId="0B00FD2F" w14:textId="1705F153" w:rsidR="00661F4F" w:rsidRPr="00E2695C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2695C">
              <w:rPr>
                <w:rFonts w:ascii="Poppins" w:hAnsi="Poppins" w:cs="Poppins"/>
              </w:rPr>
              <w:t>3 tubi flessibili in acciaio inox per impianti solari</w:t>
            </w:r>
          </w:p>
          <w:p w14:paraId="3FFDAFCB" w14:textId="3E610E13" w:rsidR="00661F4F" w:rsidRPr="00E2695C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2695C">
              <w:rPr>
                <w:rFonts w:ascii="Poppins" w:hAnsi="Poppins" w:cs="Poppins"/>
              </w:rPr>
              <w:t>coppia bocchettoni</w:t>
            </w:r>
          </w:p>
          <w:p w14:paraId="024DCFAC" w14:textId="3F591D9F" w:rsidR="00661F4F" w:rsidRPr="00E2695C" w:rsidRDefault="00661F4F" w:rsidP="0002137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2695C">
              <w:rPr>
                <w:rFonts w:ascii="Poppins" w:hAnsi="Poppins" w:cs="Poppins"/>
              </w:rPr>
              <w:t>guarnizioni, viti e tasselli</w:t>
            </w:r>
          </w:p>
          <w:p w14:paraId="7E24B38D" w14:textId="77777777" w:rsidR="00661F4F" w:rsidRPr="00E2695C" w:rsidRDefault="00661F4F" w:rsidP="000213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53368D" w14:textId="73E118F6" w:rsidR="00661F4F" w:rsidRPr="00E2695C" w:rsidRDefault="00661F4F" w:rsidP="0002137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2695C">
              <w:rPr>
                <w:rFonts w:ascii="Poppins" w:hAnsi="Poppins" w:cs="Poppins"/>
                <w:b/>
                <w:bCs/>
                <w:sz w:val="20"/>
              </w:rPr>
              <w:t>Marca Emmeti - Modello Kit di collegamento Stazione solare SS1V 12 NP all'accumulo del sistema ibrido KSE o equivalente.</w:t>
            </w:r>
          </w:p>
        </w:tc>
      </w:tr>
      <w:tr w:rsidR="00661F4F" w:rsidRPr="00013A5B" w14:paraId="487DFD8C" w14:textId="77777777" w:rsidTr="009E7B5E">
        <w:tc>
          <w:tcPr>
            <w:tcW w:w="1398" w:type="dxa"/>
          </w:tcPr>
          <w:p w14:paraId="3FCF5551" w14:textId="77777777" w:rsidR="00661F4F" w:rsidRPr="00E37CDF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7CDF">
              <w:rPr>
                <w:rFonts w:ascii="Poppins" w:hAnsi="Poppins" w:cs="Poppins"/>
                <w:bCs/>
                <w:sz w:val="20"/>
              </w:rPr>
              <w:t>28139070</w:t>
            </w:r>
          </w:p>
        </w:tc>
        <w:tc>
          <w:tcPr>
            <w:tcW w:w="2297" w:type="dxa"/>
          </w:tcPr>
          <w:p w14:paraId="1008D221" w14:textId="77777777" w:rsidR="00661F4F" w:rsidRPr="00E37CDF" w:rsidRDefault="00661F4F" w:rsidP="00661F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7CDF">
              <w:rPr>
                <w:rFonts w:ascii="Poppins" w:hAnsi="Poppins" w:cs="Poppins"/>
                <w:bCs/>
                <w:sz w:val="20"/>
              </w:rPr>
              <w:t xml:space="preserve">Kit Regolatore Climatico Emmeti per gruppi di miscelazione </w:t>
            </w:r>
          </w:p>
        </w:tc>
        <w:tc>
          <w:tcPr>
            <w:tcW w:w="5803" w:type="dxa"/>
          </w:tcPr>
          <w:p w14:paraId="3D71FD54" w14:textId="77777777" w:rsidR="00661F4F" w:rsidRPr="00E37CDF" w:rsidRDefault="00661F4F" w:rsidP="0002137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 xml:space="preserve">Kit regolatore climatico per gruppi di miscelazione per il controllo automatico delle funzioni di riscaldamento e climatizzazione di piccoli e medi impianti, sia a pavimento e/o a soffitto radiante che ad alta temperatura, quali case, appartamenti, negozi, uffici, ecc. Possibilità di gestione di un sistema centralizzato. </w:t>
            </w:r>
          </w:p>
          <w:p w14:paraId="3E0FE2C6" w14:textId="77777777" w:rsidR="00654EE8" w:rsidRDefault="00661F4F" w:rsidP="0002137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37CDF">
              <w:rPr>
                <w:rFonts w:ascii="Poppins" w:hAnsi="Poppins" w:cs="Poppins"/>
                <w:sz w:val="20"/>
              </w:rPr>
              <w:t>Il regolatore provvede a gestire le diverse funzioni necessarie al controllo climatico del sistema di miscelazione, quali comandare una valvola miscelatrice e relativa pompa</w:t>
            </w:r>
            <w:r w:rsidR="00654EE8">
              <w:rPr>
                <w:rFonts w:ascii="Poppins" w:hAnsi="Poppins" w:cs="Poppins"/>
                <w:sz w:val="20"/>
              </w:rPr>
              <w:t>.</w:t>
            </w:r>
          </w:p>
          <w:p w14:paraId="4F4EDF07" w14:textId="77777777" w:rsidR="00654EE8" w:rsidRPr="00654EE8" w:rsidRDefault="00654EE8" w:rsidP="0002137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6477583" w14:textId="7AF1217B" w:rsidR="00654EE8" w:rsidRPr="00654EE8" w:rsidRDefault="00654EE8" w:rsidP="0002137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54EE8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1B6D66F" w14:textId="1AC3F596" w:rsidR="00661F4F" w:rsidRPr="00654EE8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54EE8">
              <w:rPr>
                <w:rFonts w:ascii="Poppins" w:hAnsi="Poppins" w:cs="Poppins"/>
              </w:rPr>
              <w:t>Accensione/spegnimento del sistema tramite termostati, sistemi domotici o da comando remoto</w:t>
            </w:r>
          </w:p>
          <w:p w14:paraId="3E4D531D" w14:textId="77777777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Differente gestione della temperatura di mandata in base alla modalità scelta:</w:t>
            </w:r>
          </w:p>
          <w:p w14:paraId="377A63DD" w14:textId="5FCD942A" w:rsidR="00661F4F" w:rsidRPr="00E37CDF" w:rsidRDefault="00661F4F" w:rsidP="00021373">
            <w:pPr>
              <w:pStyle w:val="Paragrafoelenco"/>
              <w:numPr>
                <w:ilvl w:val="1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Modalità 'punto fisso': temperatura di mandata fissa sia in riscaldamento che in raffrescamento</w:t>
            </w:r>
          </w:p>
          <w:p w14:paraId="6D55F770" w14:textId="6EF6EF19" w:rsidR="00661F4F" w:rsidRPr="00E37CDF" w:rsidRDefault="00661F4F" w:rsidP="00021373">
            <w:pPr>
              <w:pStyle w:val="Paragrafoelenco"/>
              <w:numPr>
                <w:ilvl w:val="1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 xml:space="preserve">Modalità 'modulante': temperatura di mandata fissa in raffrescamento e variabile in riscaldamento. Infatti in quest'ultimo caso la temperatura di mandata viene modificata rispetto a </w:t>
            </w:r>
            <w:r w:rsidRPr="00E37CDF">
              <w:rPr>
                <w:rFonts w:ascii="Poppins" w:hAnsi="Poppins" w:cs="Poppins"/>
              </w:rPr>
              <w:lastRenderedPageBreak/>
              <w:t>quella impostata in funzione della temperatura di ritorno dell'impianto</w:t>
            </w:r>
          </w:p>
          <w:p w14:paraId="160281F2" w14:textId="7B139972" w:rsidR="00661F4F" w:rsidRPr="00E37CDF" w:rsidRDefault="00661F4F" w:rsidP="00021373">
            <w:pPr>
              <w:pStyle w:val="Paragrafoelenco"/>
              <w:numPr>
                <w:ilvl w:val="1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Modalità 'climatica': controllo della curva climatica invernale ed estiva tramite una sonda di temperatura esterna. La temperatura di mandata viene calcolata in funzione della temperatura esterna</w:t>
            </w:r>
          </w:p>
          <w:p w14:paraId="793FD6EF" w14:textId="482025DB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Visualizzazione display e menu di programmazione multilingua</w:t>
            </w:r>
          </w:p>
          <w:p w14:paraId="21258D9B" w14:textId="36609F48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Gestione di una valvola miscelatrice con la possibilità di utilizzare sia servomotore modulante (0-10V) che flottante (3 punti – 230 V o 24 V o altra alimentazione)</w:t>
            </w:r>
          </w:p>
          <w:p w14:paraId="38B633AC" w14:textId="599481F0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Funzione limite alta e bassa temperatura in mandata sempre attiva; tale funzione blocca il funzionamento della pompa e della miscelatrice per evitare di immettere nell’impianto acqua con temperature oltre i valori limite</w:t>
            </w:r>
          </w:p>
          <w:p w14:paraId="40E92873" w14:textId="0B132236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Cambio stagione da comando remoto; in questo caso il cambio stagione viene effettuato da comando remoto, tramite ingresso digitale, invece che agire sul touch-screen che funzionerebbe solo da visualizzatore</w:t>
            </w:r>
          </w:p>
          <w:p w14:paraId="4BC18AE2" w14:textId="2EE26559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Funzione termostato di sicurezza: se è installato un termostato di sicurezza, al superamento della temperatura limite impostata il regolatore spegne la pompa, la valvola miscelatrice ed il generatore di calore (caldaia/pompa di calore)</w:t>
            </w:r>
          </w:p>
          <w:p w14:paraId="5AF9E867" w14:textId="54D12F24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Funzione sicurezza condensa in funzionamento di raffrescamento: se è installato un rilevatore di condensa (opzionale) a contatto sul collettore di mandata e se le condizioni sono tali per cui dovesse intervenire il rilevatore, il regolatore aumenta la temperatura di mandata. Se l'allarme dovesse persistere viene spenta la pompa, chiusa la valvola miscelatrice e disattivato il chiller</w:t>
            </w:r>
          </w:p>
          <w:p w14:paraId="40558B43" w14:textId="30E624C5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Possibilità di limitare la scelta per la modalità di funzionamento: solo riscaldamento, solo raffrescamento, riscaldamento e raffrescamento</w:t>
            </w:r>
          </w:p>
          <w:p w14:paraId="2CCC6CFF" w14:textId="4A88450E" w:rsidR="00661F4F" w:rsidRPr="00E37CDF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lastRenderedPageBreak/>
              <w:t>Possibilità della scelta tipo di impianto: alta temperatura - impianto con radiatori o fancoil; bassa temperatura - impianto con pannelli radianti</w:t>
            </w:r>
          </w:p>
          <w:p w14:paraId="0314F4C9" w14:textId="493BE15A" w:rsidR="00654EE8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Gestione multiutenza: in un impianto centralizzato il regolatore gestisce una sola valvola miscelatrice, ed ogni utenza sarà dotata di un termostato in caso di solo riscaldamento. Se è previsto anche il raffrescamento oltre al termostato sarà presente un apposito kit per ogni utenza composto dal rilevatore di condensa ed un convertitore. I termostati di ogni utenza determinano l'accensione/spegnimento del regolatore</w:t>
            </w:r>
          </w:p>
          <w:p w14:paraId="572FB5D7" w14:textId="77777777" w:rsidR="00654EE8" w:rsidRDefault="00661F4F" w:rsidP="00021373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Il kit opzionale (rilevatore di condensa e convertitore), necessario solo quando l'impianto dispone di più di un collettore di distribuzione, monitorizza la potenziale condizione di condensa per ogni utenza in raffrescamento.</w:t>
            </w:r>
          </w:p>
          <w:p w14:paraId="397E3C71" w14:textId="1629A871" w:rsidR="00661F4F" w:rsidRPr="00E37CDF" w:rsidRDefault="00661F4F" w:rsidP="00021373">
            <w:pPr>
              <w:pStyle w:val="Paragrafoelenco"/>
              <w:autoSpaceDE w:val="0"/>
              <w:autoSpaceDN w:val="0"/>
              <w:adjustRightInd w:val="0"/>
              <w:ind w:left="712"/>
              <w:contextualSpacing/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Nota: Nel funzionamento in raffrescamento è possibile abbinare al regolatore anche un umidostato ambiente per ogni singola utenza con il quale controllare l'umidità desiderata interagendo con sistemi di trattamento aria</w:t>
            </w:r>
          </w:p>
          <w:p w14:paraId="2026FE98" w14:textId="77777777" w:rsidR="00661F4F" w:rsidRPr="00E37CDF" w:rsidRDefault="00661F4F" w:rsidP="00021373">
            <w:pPr>
              <w:pStyle w:val="Testocommento"/>
              <w:widowControl w:val="0"/>
              <w:jc w:val="both"/>
              <w:rPr>
                <w:rFonts w:ascii="Poppins" w:hAnsi="Poppins" w:cs="Poppins"/>
              </w:rPr>
            </w:pPr>
          </w:p>
          <w:p w14:paraId="1301CB7D" w14:textId="28CC239D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37CDF">
              <w:rPr>
                <w:rFonts w:ascii="Poppins" w:hAnsi="Poppins" w:cs="Poppins"/>
                <w:b/>
              </w:rPr>
              <w:t>Caratteristiche costruttive</w:t>
            </w:r>
            <w:r w:rsidR="00654EE8">
              <w:rPr>
                <w:rFonts w:ascii="Poppins" w:hAnsi="Poppins" w:cs="Poppins"/>
                <w:b/>
              </w:rPr>
              <w:t>:</w:t>
            </w:r>
          </w:p>
          <w:p w14:paraId="46E82BB6" w14:textId="069F19B9" w:rsidR="00661F4F" w:rsidRPr="00E37CDF" w:rsidRDefault="00661F4F" w:rsidP="00021373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Display remotabile per installazione in posizione differente rispetto all’unità base, tramite placca a muro in dotazione</w:t>
            </w:r>
          </w:p>
          <w:p w14:paraId="53E1D2E3" w14:textId="08D673E8" w:rsidR="00661F4F" w:rsidRPr="00E37CDF" w:rsidRDefault="00661F4F" w:rsidP="00021373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Costruzione in plastica ABS colore bianco</w:t>
            </w:r>
          </w:p>
          <w:p w14:paraId="19642C47" w14:textId="77777777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036328" w14:textId="0EB7EA20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37CDF">
              <w:rPr>
                <w:rFonts w:ascii="Poppins" w:hAnsi="Poppins" w:cs="Poppins"/>
                <w:b/>
              </w:rPr>
              <w:t>Caratteristiche elettriche</w:t>
            </w:r>
            <w:r w:rsidR="00654EE8">
              <w:rPr>
                <w:rFonts w:ascii="Poppins" w:hAnsi="Poppins" w:cs="Poppins"/>
                <w:b/>
              </w:rPr>
              <w:t>:</w:t>
            </w:r>
          </w:p>
          <w:p w14:paraId="23FFB453" w14:textId="77777777" w:rsidR="00661F4F" w:rsidRPr="00E37CDF" w:rsidRDefault="00661F4F" w:rsidP="00021373">
            <w:pPr>
              <w:pStyle w:val="Testocomment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Alimentazione elettrica: 230 Vac/1 Ph/50 Hz</w:t>
            </w:r>
          </w:p>
          <w:p w14:paraId="23B58FDF" w14:textId="1CC6B709" w:rsidR="00661F4F" w:rsidRPr="00E37CDF" w:rsidRDefault="00661F4F" w:rsidP="00021373">
            <w:pPr>
              <w:pStyle w:val="Testocomment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3 ingressi digitali; 2 ingressi analogici per sonde NTC 10 K</w:t>
            </w:r>
            <w:r w:rsidRPr="00E37CDF">
              <w:rPr>
                <w:rFonts w:ascii="Cambria" w:hAnsi="Cambria" w:cs="Cambria"/>
              </w:rPr>
              <w:t>Ω</w:t>
            </w:r>
            <w:r w:rsidRPr="00E37CDF">
              <w:rPr>
                <w:rFonts w:ascii="Poppins" w:hAnsi="Poppins" w:cs="Poppins"/>
              </w:rPr>
              <w:t xml:space="preserve"> @ 25 °C; 4 uscite digitali (contatto relè 230 Vac - 5A max); 1 uscita analogica 0-10 V</w:t>
            </w:r>
          </w:p>
          <w:p w14:paraId="06D65ABC" w14:textId="77777777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86380C3" w14:textId="364AB7B0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37CDF">
              <w:rPr>
                <w:rFonts w:ascii="Poppins" w:hAnsi="Poppins" w:cs="Poppins"/>
                <w:b/>
              </w:rPr>
              <w:t>Dimensioni</w:t>
            </w:r>
            <w:r w:rsidR="00654EE8">
              <w:rPr>
                <w:rFonts w:ascii="Poppins" w:hAnsi="Poppins" w:cs="Poppins"/>
                <w:b/>
              </w:rPr>
              <w:t>:</w:t>
            </w:r>
          </w:p>
          <w:p w14:paraId="4C4FA7F5" w14:textId="582F66DF" w:rsidR="00661F4F" w:rsidRPr="00E37CDF" w:rsidRDefault="00661F4F" w:rsidP="00021373">
            <w:pPr>
              <w:pStyle w:val="Testocomment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6 moduli DIN (95x105x82 mm)</w:t>
            </w:r>
          </w:p>
          <w:p w14:paraId="26EB4A28" w14:textId="1D74FD95" w:rsidR="00661F4F" w:rsidRPr="00E37CDF" w:rsidRDefault="00661F4F" w:rsidP="00021373">
            <w:pPr>
              <w:pStyle w:val="Testocomment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E37CDF">
              <w:rPr>
                <w:rFonts w:ascii="Poppins" w:hAnsi="Poppins" w:cs="Poppins"/>
              </w:rPr>
              <w:t>Larghezza [mm] x Altezza [mm] x Profondità [mm]: 105 x 80 x 90</w:t>
            </w:r>
          </w:p>
          <w:p w14:paraId="2B88A671" w14:textId="77777777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4660296" w14:textId="078B39EF" w:rsidR="00661F4F" w:rsidRPr="00E37CDF" w:rsidRDefault="00661F4F" w:rsidP="0002137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37CDF">
              <w:rPr>
                <w:rFonts w:ascii="Poppins" w:hAnsi="Poppins" w:cs="Poppins"/>
                <w:b/>
              </w:rPr>
              <w:t>Marca E</w:t>
            </w:r>
            <w:r>
              <w:rPr>
                <w:rFonts w:ascii="Poppins" w:hAnsi="Poppins" w:cs="Poppins"/>
                <w:b/>
              </w:rPr>
              <w:t>mmeti</w:t>
            </w:r>
            <w:r w:rsidRPr="00E37CDF">
              <w:rPr>
                <w:rFonts w:ascii="Poppins" w:hAnsi="Poppins" w:cs="Poppins"/>
                <w:b/>
              </w:rPr>
              <w:t xml:space="preserve"> - Modello Kit regolatore climatico per gruppi di miscelazione RCE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</w:tbl>
    <w:p w14:paraId="738C2C61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AB4E8" w14:textId="77777777" w:rsidR="003E1E94" w:rsidRDefault="003E1E94">
      <w:r>
        <w:separator/>
      </w:r>
    </w:p>
  </w:endnote>
  <w:endnote w:type="continuationSeparator" w:id="0">
    <w:p w14:paraId="771A7C92" w14:textId="77777777" w:rsidR="003E1E94" w:rsidRDefault="003E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F73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E54F8EB" w14:textId="77777777" w:rsidTr="004706FD">
      <w:tc>
        <w:tcPr>
          <w:tcW w:w="4534" w:type="dxa"/>
        </w:tcPr>
        <w:p w14:paraId="3205BB06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9646B">
            <w:rPr>
              <w:rFonts w:ascii="Poppins" w:hAnsi="Poppins" w:cs="Poppins"/>
              <w:iCs/>
              <w:noProof/>
              <w:sz w:val="16"/>
            </w:rPr>
            <w:t>Kit Sistema Ibrido con etiKa ed etiKa Evo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0E4A32F" w14:textId="0D1B1B0C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3515F">
            <w:rPr>
              <w:rFonts w:ascii="Poppins" w:hAnsi="Poppins" w:cs="Poppins"/>
              <w:noProof/>
              <w:sz w:val="14"/>
              <w:szCs w:val="14"/>
            </w:rPr>
            <w:t>21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CDE4E14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1293156" wp14:editId="44567D6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F72B5" w14:textId="77777777" w:rsidR="003E1E94" w:rsidRDefault="003E1E94">
      <w:r>
        <w:separator/>
      </w:r>
    </w:p>
  </w:footnote>
  <w:footnote w:type="continuationSeparator" w:id="0">
    <w:p w14:paraId="0A9736CE" w14:textId="77777777" w:rsidR="003E1E94" w:rsidRDefault="003E1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4C08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B28C74F" wp14:editId="2672E78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FC2ABAC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A40940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0F7"/>
    <w:multiLevelType w:val="hybridMultilevel"/>
    <w:tmpl w:val="EE7A7180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D7796"/>
    <w:multiLevelType w:val="hybridMultilevel"/>
    <w:tmpl w:val="F662D83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6391"/>
    <w:multiLevelType w:val="hybridMultilevel"/>
    <w:tmpl w:val="E0B6212E"/>
    <w:lvl w:ilvl="0" w:tplc="01CEB3F6">
      <w:numFmt w:val="bullet"/>
      <w:lvlText w:val="-"/>
      <w:lvlJc w:val="left"/>
      <w:pPr>
        <w:ind w:left="712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 w15:restartNumberingAfterBreak="0">
    <w:nsid w:val="0ACA17F5"/>
    <w:multiLevelType w:val="hybridMultilevel"/>
    <w:tmpl w:val="B2AABAA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3FE5"/>
    <w:multiLevelType w:val="hybridMultilevel"/>
    <w:tmpl w:val="007E5B44"/>
    <w:lvl w:ilvl="0" w:tplc="532084A8">
      <w:numFmt w:val="bullet"/>
      <w:lvlText w:val="-"/>
      <w:lvlJc w:val="left"/>
      <w:pPr>
        <w:ind w:left="712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" w15:restartNumberingAfterBreak="0">
    <w:nsid w:val="10DC079C"/>
    <w:multiLevelType w:val="hybridMultilevel"/>
    <w:tmpl w:val="155E22EA"/>
    <w:lvl w:ilvl="0" w:tplc="01CEB3F6">
      <w:numFmt w:val="bullet"/>
      <w:lvlText w:val="-"/>
      <w:lvlJc w:val="left"/>
      <w:pPr>
        <w:ind w:left="712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6" w15:restartNumberingAfterBreak="0">
    <w:nsid w:val="17345F11"/>
    <w:multiLevelType w:val="hybridMultilevel"/>
    <w:tmpl w:val="9796E01C"/>
    <w:lvl w:ilvl="0" w:tplc="532084A8">
      <w:numFmt w:val="bullet"/>
      <w:lvlText w:val="-"/>
      <w:lvlJc w:val="left"/>
      <w:pPr>
        <w:ind w:left="712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7" w15:restartNumberingAfterBreak="0">
    <w:nsid w:val="1B652E1F"/>
    <w:multiLevelType w:val="hybridMultilevel"/>
    <w:tmpl w:val="1376177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34FB1"/>
    <w:multiLevelType w:val="hybridMultilevel"/>
    <w:tmpl w:val="2E7000F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262C9"/>
    <w:multiLevelType w:val="hybridMultilevel"/>
    <w:tmpl w:val="1C6A770E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40411"/>
    <w:multiLevelType w:val="hybridMultilevel"/>
    <w:tmpl w:val="57689DA8"/>
    <w:lvl w:ilvl="0" w:tplc="01CEB3F6">
      <w:numFmt w:val="bullet"/>
      <w:lvlText w:val="-"/>
      <w:lvlJc w:val="left"/>
      <w:pPr>
        <w:ind w:left="712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1" w15:restartNumberingAfterBreak="0">
    <w:nsid w:val="3B8804E4"/>
    <w:multiLevelType w:val="hybridMultilevel"/>
    <w:tmpl w:val="A5DECDF2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57CD9"/>
    <w:multiLevelType w:val="hybridMultilevel"/>
    <w:tmpl w:val="DDBCFE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94095"/>
    <w:multiLevelType w:val="hybridMultilevel"/>
    <w:tmpl w:val="9168BEBC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043C3"/>
    <w:multiLevelType w:val="hybridMultilevel"/>
    <w:tmpl w:val="C8F0327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E0828"/>
    <w:multiLevelType w:val="hybridMultilevel"/>
    <w:tmpl w:val="1666C20E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0402D"/>
    <w:multiLevelType w:val="hybridMultilevel"/>
    <w:tmpl w:val="9E08353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16145"/>
    <w:multiLevelType w:val="hybridMultilevel"/>
    <w:tmpl w:val="D352AF6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71A12"/>
    <w:multiLevelType w:val="hybridMultilevel"/>
    <w:tmpl w:val="9F342874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3454A"/>
    <w:multiLevelType w:val="hybridMultilevel"/>
    <w:tmpl w:val="84F645B0"/>
    <w:lvl w:ilvl="0" w:tplc="FFFFFFFF">
      <w:numFmt w:val="bullet"/>
      <w:lvlText w:val="-"/>
      <w:lvlJc w:val="left"/>
      <w:pPr>
        <w:ind w:left="712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1432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1" w15:restartNumberingAfterBreak="0">
    <w:nsid w:val="71BC0998"/>
    <w:multiLevelType w:val="hybridMultilevel"/>
    <w:tmpl w:val="9BF80B8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694195">
    <w:abstractNumId w:val="12"/>
  </w:num>
  <w:num w:numId="2" w16cid:durableId="1728919250">
    <w:abstractNumId w:val="19"/>
  </w:num>
  <w:num w:numId="3" w16cid:durableId="308559848">
    <w:abstractNumId w:val="16"/>
  </w:num>
  <w:num w:numId="4" w16cid:durableId="584609617">
    <w:abstractNumId w:val="11"/>
  </w:num>
  <w:num w:numId="5" w16cid:durableId="1571621198">
    <w:abstractNumId w:val="7"/>
  </w:num>
  <w:num w:numId="6" w16cid:durableId="1821657024">
    <w:abstractNumId w:val="18"/>
  </w:num>
  <w:num w:numId="7" w16cid:durableId="1244340043">
    <w:abstractNumId w:val="13"/>
  </w:num>
  <w:num w:numId="8" w16cid:durableId="447091004">
    <w:abstractNumId w:val="15"/>
  </w:num>
  <w:num w:numId="9" w16cid:durableId="1445229149">
    <w:abstractNumId w:val="9"/>
  </w:num>
  <w:num w:numId="10" w16cid:durableId="1648051956">
    <w:abstractNumId w:val="14"/>
  </w:num>
  <w:num w:numId="11" w16cid:durableId="1557858217">
    <w:abstractNumId w:val="6"/>
  </w:num>
  <w:num w:numId="12" w16cid:durableId="781657313">
    <w:abstractNumId w:val="0"/>
  </w:num>
  <w:num w:numId="13" w16cid:durableId="2095275461">
    <w:abstractNumId w:val="4"/>
  </w:num>
  <w:num w:numId="14" w16cid:durableId="673804527">
    <w:abstractNumId w:val="8"/>
  </w:num>
  <w:num w:numId="15" w16cid:durableId="1253778679">
    <w:abstractNumId w:val="3"/>
  </w:num>
  <w:num w:numId="16" w16cid:durableId="563102759">
    <w:abstractNumId w:val="21"/>
  </w:num>
  <w:num w:numId="17" w16cid:durableId="1714573652">
    <w:abstractNumId w:val="2"/>
  </w:num>
  <w:num w:numId="18" w16cid:durableId="1381705163">
    <w:abstractNumId w:val="5"/>
  </w:num>
  <w:num w:numId="19" w16cid:durableId="546340349">
    <w:abstractNumId w:val="10"/>
  </w:num>
  <w:num w:numId="20" w16cid:durableId="1176308728">
    <w:abstractNumId w:val="17"/>
  </w:num>
  <w:num w:numId="21" w16cid:durableId="1010178786">
    <w:abstractNumId w:val="1"/>
  </w:num>
  <w:num w:numId="22" w16cid:durableId="175374442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1373"/>
    <w:rsid w:val="00025027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4745E"/>
    <w:rsid w:val="001620E3"/>
    <w:rsid w:val="00171DAE"/>
    <w:rsid w:val="00195A49"/>
    <w:rsid w:val="001A5581"/>
    <w:rsid w:val="001D365F"/>
    <w:rsid w:val="001E0165"/>
    <w:rsid w:val="001E6403"/>
    <w:rsid w:val="001F782F"/>
    <w:rsid w:val="002130D4"/>
    <w:rsid w:val="002166C4"/>
    <w:rsid w:val="0023000E"/>
    <w:rsid w:val="002346C2"/>
    <w:rsid w:val="0025220E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E155D"/>
    <w:rsid w:val="003E1E94"/>
    <w:rsid w:val="00402F28"/>
    <w:rsid w:val="004272FC"/>
    <w:rsid w:val="00433C12"/>
    <w:rsid w:val="0044592F"/>
    <w:rsid w:val="00447EFC"/>
    <w:rsid w:val="004554E7"/>
    <w:rsid w:val="004706FD"/>
    <w:rsid w:val="00474537"/>
    <w:rsid w:val="0048382E"/>
    <w:rsid w:val="004C1479"/>
    <w:rsid w:val="004F1A26"/>
    <w:rsid w:val="00500468"/>
    <w:rsid w:val="005235FA"/>
    <w:rsid w:val="00525BAE"/>
    <w:rsid w:val="00530F9B"/>
    <w:rsid w:val="005315F1"/>
    <w:rsid w:val="00536743"/>
    <w:rsid w:val="0054295B"/>
    <w:rsid w:val="00556643"/>
    <w:rsid w:val="00562D44"/>
    <w:rsid w:val="00562E55"/>
    <w:rsid w:val="00584984"/>
    <w:rsid w:val="0059646B"/>
    <w:rsid w:val="005C61B9"/>
    <w:rsid w:val="005E1169"/>
    <w:rsid w:val="006015C2"/>
    <w:rsid w:val="006040F5"/>
    <w:rsid w:val="00610639"/>
    <w:rsid w:val="00612B4B"/>
    <w:rsid w:val="00620C00"/>
    <w:rsid w:val="00654EE8"/>
    <w:rsid w:val="00661F4F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5184"/>
    <w:rsid w:val="006F6AB3"/>
    <w:rsid w:val="00710BB8"/>
    <w:rsid w:val="00727388"/>
    <w:rsid w:val="0073061C"/>
    <w:rsid w:val="00734559"/>
    <w:rsid w:val="0073789C"/>
    <w:rsid w:val="00745AB1"/>
    <w:rsid w:val="0074712F"/>
    <w:rsid w:val="00757AC7"/>
    <w:rsid w:val="00782096"/>
    <w:rsid w:val="007B5BA3"/>
    <w:rsid w:val="007D5EC7"/>
    <w:rsid w:val="007E0576"/>
    <w:rsid w:val="007E6E02"/>
    <w:rsid w:val="007E7665"/>
    <w:rsid w:val="007F4841"/>
    <w:rsid w:val="007F6726"/>
    <w:rsid w:val="008014DD"/>
    <w:rsid w:val="0080323F"/>
    <w:rsid w:val="00830828"/>
    <w:rsid w:val="008368AD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0B26"/>
    <w:rsid w:val="009216C6"/>
    <w:rsid w:val="0092249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E7B5E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3515F"/>
    <w:rsid w:val="00B406A9"/>
    <w:rsid w:val="00B52AC0"/>
    <w:rsid w:val="00B7475F"/>
    <w:rsid w:val="00B867FD"/>
    <w:rsid w:val="00B93CD1"/>
    <w:rsid w:val="00BB0104"/>
    <w:rsid w:val="00BB2A5B"/>
    <w:rsid w:val="00BD14D8"/>
    <w:rsid w:val="00BD6A51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5350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2695C"/>
    <w:rsid w:val="00E36C49"/>
    <w:rsid w:val="00E37CDF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E5727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3E790D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14F1A-98F3-45D5-A996-3FD81DC6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21</Pages>
  <Words>4824</Words>
  <Characters>24695</Characters>
  <Application>Microsoft Office Word</Application>
  <DocSecurity>4</DocSecurity>
  <Lines>205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29461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2025-01-15T13:45:00Z</dcterms:created>
  <dcterms:modified xsi:type="dcterms:W3CDTF">2025-01-15T13:45:00Z</dcterms:modified>
</cp:coreProperties>
</file>